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EDC" w:rsidRPr="0021138B" w:rsidRDefault="004A4EDC" w:rsidP="00937E0D">
      <w:pPr>
        <w:pStyle w:val="Corpotesto"/>
        <w:jc w:val="right"/>
        <w:rPr>
          <w:b/>
          <w:color w:val="000000"/>
          <w:u w:val="single"/>
        </w:rPr>
      </w:pPr>
      <w:r w:rsidRPr="0021138B">
        <w:rPr>
          <w:b/>
          <w:color w:val="000000"/>
          <w:u w:val="single"/>
        </w:rPr>
        <w:t xml:space="preserve">ALLEGATO </w:t>
      </w:r>
      <w:r w:rsidR="00DE0303" w:rsidRPr="0021138B">
        <w:rPr>
          <w:b/>
          <w:color w:val="000000"/>
          <w:u w:val="single"/>
        </w:rPr>
        <w:t>C</w:t>
      </w:r>
    </w:p>
    <w:p w:rsidR="004A4EDC" w:rsidRPr="0021138B" w:rsidRDefault="004A4EDC" w:rsidP="00937E0D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E33F87" w:rsidRPr="0021138B" w:rsidRDefault="00E33F87" w:rsidP="00937E0D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4A4EDC" w:rsidRPr="0021138B" w:rsidRDefault="004A4EDC" w:rsidP="00937E0D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/>
          <w:szCs w:val="21"/>
          <w:u w:val="single"/>
        </w:rPr>
      </w:pPr>
      <w:r w:rsidRPr="0021138B">
        <w:rPr>
          <w:rFonts w:ascii="Trebuchet MS" w:hAnsi="Trebuchet MS" w:cs="Arial"/>
          <w:b/>
          <w:color w:val="000000"/>
          <w:szCs w:val="21"/>
          <w:u w:val="single"/>
        </w:rPr>
        <w:t xml:space="preserve">Modello di lettera di rinuncia alla partecipazione a procedura di valutazione  </w:t>
      </w:r>
    </w:p>
    <w:p w:rsidR="004A4EDC" w:rsidRPr="0021138B" w:rsidRDefault="004A4EDC" w:rsidP="00937E0D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4A4EDC" w:rsidRPr="0021138B" w:rsidRDefault="004A4EDC" w:rsidP="00937E0D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4A4EDC" w:rsidRPr="0021138B" w:rsidRDefault="004A4EDC" w:rsidP="00937E0D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>Al Magnifico Rettore</w:t>
      </w:r>
    </w:p>
    <w:p w:rsidR="004A4EDC" w:rsidRPr="0021138B" w:rsidRDefault="004A4EDC" w:rsidP="00937E0D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>dell’Università degli Studi di Milano</w:t>
      </w:r>
    </w:p>
    <w:p w:rsidR="004A4EDC" w:rsidRPr="0021138B" w:rsidRDefault="004A4EDC" w:rsidP="00937E0D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Via Festa del Perdono 7 </w:t>
      </w:r>
    </w:p>
    <w:p w:rsidR="004A4EDC" w:rsidRPr="0021138B" w:rsidRDefault="004A4EDC" w:rsidP="00937E0D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20122 </w:t>
      </w:r>
      <w:bookmarkStart w:id="0" w:name="_GoBack"/>
      <w:bookmarkEnd w:id="0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MILANO    </w:t>
      </w:r>
    </w:p>
    <w:p w:rsidR="004A4EDC" w:rsidRPr="0021138B" w:rsidRDefault="004A4EDC" w:rsidP="00937E0D">
      <w:pPr>
        <w:widowControl w:val="0"/>
        <w:rPr>
          <w:rFonts w:ascii="Trebuchet MS" w:hAnsi="Trebuchet MS" w:cs="Arial"/>
          <w:color w:val="000000"/>
          <w:sz w:val="18"/>
          <w:szCs w:val="18"/>
        </w:rPr>
      </w:pPr>
    </w:p>
    <w:p w:rsidR="004A4EDC" w:rsidRPr="0021138B" w:rsidRDefault="004A4EDC" w:rsidP="00937E0D">
      <w:pPr>
        <w:widowControl w:val="0"/>
        <w:jc w:val="both"/>
        <w:rPr>
          <w:rFonts w:ascii="Trebuchet MS" w:hAnsi="Trebuchet MS" w:cs="Arial"/>
          <w:color w:val="000000"/>
          <w:sz w:val="18"/>
          <w:szCs w:val="18"/>
        </w:rPr>
      </w:pPr>
    </w:p>
    <w:p w:rsidR="004A4EDC" w:rsidRPr="0021138B" w:rsidRDefault="004A4EDC" w:rsidP="00937E0D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Procedura di valutazione per la chiamata a professore di </w:t>
      </w:r>
      <w:r w:rsidR="0061429C" w:rsidRPr="0021138B">
        <w:rPr>
          <w:rFonts w:ascii="Trebuchet MS" w:hAnsi="Trebuchet MS"/>
          <w:b/>
          <w:color w:val="000000"/>
          <w:sz w:val="18"/>
          <w:szCs w:val="18"/>
        </w:rPr>
        <w:t>I</w:t>
      </w:r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I fascia da ricoprire ai sensi dell’art. 24, comma 6, della Legge n. 240/2010  per il settore concorsuale _____________________________________________________ ,  </w:t>
      </w:r>
    </w:p>
    <w:p w:rsidR="004A4EDC" w:rsidRPr="0021138B" w:rsidRDefault="004A4EDC" w:rsidP="00937E0D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(settore scientifico-disciplinare _________________________________________________________________)</w:t>
      </w:r>
    </w:p>
    <w:p w:rsidR="004A4EDC" w:rsidRPr="0021138B" w:rsidRDefault="004A4EDC" w:rsidP="00937E0D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presso il Dipartimento di _______________________________________________, Codice concorso  ________</w:t>
      </w:r>
    </w:p>
    <w:p w:rsidR="004A4EDC" w:rsidRPr="0021138B" w:rsidRDefault="004A4EDC" w:rsidP="00937E0D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Il/la sottoscritto/a</w:t>
      </w:r>
    </w:p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4A4EDC" w:rsidRPr="0021138B" w:rsidTr="0098717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4A4EDC" w:rsidRPr="0021138B" w:rsidTr="0098717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Nato/a 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  <w:sz w:val="18"/>
        </w:rPr>
      </w:pPr>
    </w:p>
    <w:p w:rsidR="004A4EDC" w:rsidRPr="0021138B" w:rsidRDefault="004A4EDC" w:rsidP="00937E0D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4A4EDC" w:rsidRPr="0021138B" w:rsidRDefault="004A4EDC" w:rsidP="00937E0D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4A4EDC" w:rsidRPr="0021138B" w:rsidRDefault="004A4EDC" w:rsidP="00937E0D">
      <w:pPr>
        <w:widowControl w:val="0"/>
        <w:spacing w:line="480" w:lineRule="auto"/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21138B">
        <w:rPr>
          <w:rFonts w:ascii="Trebuchet MS" w:hAnsi="Trebuchet MS" w:cs="Arial"/>
          <w:b/>
          <w:color w:val="000000"/>
          <w:sz w:val="18"/>
          <w:szCs w:val="18"/>
        </w:rPr>
        <w:t>R I N U N C I A</w:t>
      </w:r>
    </w:p>
    <w:p w:rsidR="004A4EDC" w:rsidRPr="0021138B" w:rsidRDefault="004A4EDC" w:rsidP="00937E0D">
      <w:pPr>
        <w:widowControl w:val="0"/>
        <w:spacing w:line="480" w:lineRule="auto"/>
        <w:jc w:val="both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a partecipare alla valutazione indicata in oggetto.</w:t>
      </w:r>
    </w:p>
    <w:p w:rsidR="004A4EDC" w:rsidRPr="0021138B" w:rsidRDefault="004A4EDC" w:rsidP="00937E0D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4A4EDC" w:rsidRPr="0021138B" w:rsidRDefault="004A4EDC" w:rsidP="00937E0D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A4EDC" w:rsidRPr="0021138B" w:rsidTr="0098717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ind w:left="5664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Il dichiarante</w:t>
      </w: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  <w:u w:val="single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Si allega fotocopia documento d'identità.</w:t>
      </w:r>
    </w:p>
    <w:p w:rsidR="004A4EDC" w:rsidRPr="0021138B" w:rsidRDefault="004A4EDC" w:rsidP="00937E0D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Ai sensi dell'art. 3, comma 10, l. n. 127/97 e della l. n. 191/98 non è più richiesta l'autenticazione della firma. E' fatta salva, comunque, la possibilità per l'Amministrazione di verificare la veridicità del contenuto della dichiarazione.</w:t>
      </w:r>
    </w:p>
    <w:p w:rsidR="00AE1F3B" w:rsidRDefault="00AE1F3B" w:rsidP="00937E0D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4A4EDC" w:rsidRPr="0021138B" w:rsidRDefault="004A4EDC" w:rsidP="00937E0D">
      <w:pPr>
        <w:pStyle w:val="Intestazione"/>
        <w:widowControl w:val="0"/>
        <w:tabs>
          <w:tab w:val="clear" w:pos="4819"/>
          <w:tab w:val="clear" w:pos="9638"/>
        </w:tabs>
        <w:ind w:firstLine="709"/>
        <w:jc w:val="both"/>
        <w:rPr>
          <w:color w:val="000000"/>
        </w:rPr>
      </w:pPr>
    </w:p>
    <w:p w:rsidR="004A4EDC" w:rsidRPr="0021138B" w:rsidRDefault="004A4EDC" w:rsidP="00937E0D">
      <w:pPr>
        <w:widowControl w:val="0"/>
        <w:rPr>
          <w:rFonts w:ascii="Arial" w:hAnsi="Arial"/>
          <w:color w:val="000000"/>
          <w:sz w:val="16"/>
        </w:rPr>
      </w:pPr>
      <w:r w:rsidRPr="0021138B">
        <w:rPr>
          <w:rFonts w:ascii="Arial" w:hAnsi="Arial"/>
          <w:color w:val="000000"/>
          <w:sz w:val="16"/>
        </w:rPr>
        <w:t xml:space="preserve">. </w:t>
      </w:r>
    </w:p>
    <w:p w:rsidR="004A4EDC" w:rsidRPr="0021138B" w:rsidRDefault="004A4EDC" w:rsidP="00937E0D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:rsidR="004A4EDC" w:rsidRPr="0021138B" w:rsidRDefault="004A4EDC" w:rsidP="00937E0D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  <w:sectPr w:rsidR="004A4EDC" w:rsidRPr="0021138B" w:rsidSect="00284C20">
          <w:footerReference w:type="default" r:id="rId8"/>
          <w:pgSz w:w="11900" w:h="16840" w:code="9"/>
          <w:pgMar w:top="1701" w:right="1134" w:bottom="1134" w:left="1134" w:header="709" w:footer="0" w:gutter="0"/>
          <w:cols w:space="708"/>
        </w:sectPr>
      </w:pPr>
    </w:p>
    <w:p w:rsidR="004A4EDC" w:rsidRPr="0021138B" w:rsidRDefault="004A4EDC" w:rsidP="00937E0D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sectPr w:rsidR="004A4EDC" w:rsidRPr="0021138B" w:rsidSect="004A4EDC">
      <w:headerReference w:type="default" r:id="rId9"/>
      <w:footerReference w:type="default" r:id="rId10"/>
      <w:type w:val="continuous"/>
      <w:pgSz w:w="11900" w:h="16840" w:code="9"/>
      <w:pgMar w:top="1723" w:right="1134" w:bottom="1134" w:left="1134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BC0" w:rsidRDefault="00A75BC0">
      <w:r>
        <w:separator/>
      </w:r>
    </w:p>
  </w:endnote>
  <w:endnote w:type="continuationSeparator" w:id="0">
    <w:p w:rsidR="00A75BC0" w:rsidRDefault="00A75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BC0" w:rsidRPr="003555C5" w:rsidRDefault="00A75BC0" w:rsidP="003555C5">
    <w:pPr>
      <w:jc w:val="center"/>
    </w:pPr>
  </w:p>
  <w:p w:rsidR="00A75BC0" w:rsidRDefault="00A75BC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BC0" w:rsidRPr="00A7433C" w:rsidRDefault="00A75BC0" w:rsidP="00464B5F">
    <w:pPr>
      <w:pStyle w:val="Pidipagina"/>
      <w:framePr w:w="544" w:wrap="around" w:vAnchor="text" w:hAnchor="page" w:x="10473" w:y="-248"/>
      <w:jc w:val="center"/>
      <w:rPr>
        <w:rStyle w:val="Numeropagina"/>
        <w:rFonts w:ascii="Trebuchet MS" w:hAnsi="Trebuchet MS"/>
        <w:sz w:val="20"/>
        <w:szCs w:val="20"/>
      </w:rPr>
    </w:pPr>
    <w:r w:rsidRPr="00A7433C">
      <w:rPr>
        <w:rStyle w:val="Numeropagina"/>
        <w:rFonts w:ascii="Trebuchet MS" w:hAnsi="Trebuchet MS"/>
        <w:sz w:val="20"/>
        <w:szCs w:val="20"/>
      </w:rPr>
      <w:t>-</w:t>
    </w:r>
    <w:r w:rsidRPr="00A7433C">
      <w:rPr>
        <w:rStyle w:val="Numeropagina"/>
        <w:rFonts w:ascii="Trebuchet MS" w:hAnsi="Trebuchet MS"/>
        <w:sz w:val="20"/>
        <w:szCs w:val="20"/>
      </w:rPr>
      <w:fldChar w:fldCharType="begin"/>
    </w:r>
    <w:r w:rsidRPr="00A7433C">
      <w:rPr>
        <w:rStyle w:val="Numeropagina"/>
        <w:rFonts w:ascii="Trebuchet MS" w:hAnsi="Trebuchet MS"/>
        <w:sz w:val="20"/>
        <w:szCs w:val="20"/>
      </w:rPr>
      <w:instrText xml:space="preserve">PAGE  </w:instrText>
    </w:r>
    <w:r w:rsidRPr="00A7433C">
      <w:rPr>
        <w:rStyle w:val="Numeropagina"/>
        <w:rFonts w:ascii="Trebuchet MS" w:hAnsi="Trebuchet MS"/>
        <w:sz w:val="20"/>
        <w:szCs w:val="20"/>
      </w:rPr>
      <w:fldChar w:fldCharType="separate"/>
    </w:r>
    <w:r>
      <w:rPr>
        <w:rStyle w:val="Numeropagina"/>
        <w:rFonts w:ascii="Trebuchet MS" w:hAnsi="Trebuchet MS"/>
        <w:noProof/>
        <w:sz w:val="20"/>
        <w:szCs w:val="20"/>
      </w:rPr>
      <w:t>1</w:t>
    </w:r>
    <w:r w:rsidRPr="00A7433C">
      <w:rPr>
        <w:rStyle w:val="Numeropagina"/>
        <w:rFonts w:ascii="Trebuchet MS" w:hAnsi="Trebuchet MS"/>
        <w:sz w:val="20"/>
        <w:szCs w:val="20"/>
      </w:rPr>
      <w:fldChar w:fldCharType="end"/>
    </w:r>
    <w:r w:rsidRPr="00A7433C">
      <w:rPr>
        <w:rStyle w:val="Numeropagina"/>
        <w:rFonts w:ascii="Trebuchet MS" w:hAnsi="Trebuchet MS"/>
        <w:sz w:val="20"/>
        <w:szCs w:val="20"/>
      </w:rPr>
      <w:t>-</w:t>
    </w:r>
  </w:p>
  <w:p w:rsidR="00A75BC0" w:rsidRPr="003555C5" w:rsidRDefault="00A75BC0" w:rsidP="003555C5">
    <w:pPr>
      <w:jc w:val="center"/>
    </w:pPr>
  </w:p>
  <w:p w:rsidR="00A75BC0" w:rsidRDefault="00A75BC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BC0" w:rsidRDefault="00A75BC0">
      <w:r>
        <w:separator/>
      </w:r>
    </w:p>
  </w:footnote>
  <w:footnote w:type="continuationSeparator" w:id="0">
    <w:p w:rsidR="00A75BC0" w:rsidRDefault="00A75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BC0" w:rsidRDefault="00A75BC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1E138A6"/>
    <w:multiLevelType w:val="hybridMultilevel"/>
    <w:tmpl w:val="EC065E3E"/>
    <w:lvl w:ilvl="0" w:tplc="04100011">
      <w:start w:val="1"/>
      <w:numFmt w:val="decimal"/>
      <w:lvlText w:val="%1)"/>
      <w:lvlJc w:val="left"/>
      <w:pPr>
        <w:ind w:left="1145" w:hanging="360"/>
      </w:pPr>
    </w:lvl>
    <w:lvl w:ilvl="1" w:tplc="04100019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5484486"/>
    <w:multiLevelType w:val="hybridMultilevel"/>
    <w:tmpl w:val="9594B1B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F5388"/>
    <w:multiLevelType w:val="hybridMultilevel"/>
    <w:tmpl w:val="11A6596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2774A1"/>
    <w:multiLevelType w:val="hybridMultilevel"/>
    <w:tmpl w:val="194AAD76"/>
    <w:lvl w:ilvl="0" w:tplc="D99CD5EE">
      <w:start w:val="1"/>
      <w:numFmt w:val="decimal"/>
      <w:lvlText w:val="%1)"/>
      <w:lvlJc w:val="left"/>
      <w:pPr>
        <w:ind w:left="1353" w:hanging="360"/>
      </w:pPr>
      <w:rPr>
        <w:rFonts w:ascii="Trebuchet MS" w:eastAsia="Times New Roman" w:hAnsi="Trebuchet MS" w:cs="Verdana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85B440C"/>
    <w:multiLevelType w:val="hybridMultilevel"/>
    <w:tmpl w:val="C23620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521A5"/>
    <w:multiLevelType w:val="hybridMultilevel"/>
    <w:tmpl w:val="E80A6D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F1C75"/>
    <w:multiLevelType w:val="hybridMultilevel"/>
    <w:tmpl w:val="FB1036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27AE9"/>
    <w:multiLevelType w:val="hybridMultilevel"/>
    <w:tmpl w:val="648841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B3CA6"/>
    <w:multiLevelType w:val="hybridMultilevel"/>
    <w:tmpl w:val="D8583530"/>
    <w:lvl w:ilvl="0" w:tplc="04100011">
      <w:start w:val="1"/>
      <w:numFmt w:val="decimal"/>
      <w:lvlText w:val="%1)"/>
      <w:lvlJc w:val="left"/>
      <w:pPr>
        <w:ind w:left="1145" w:hanging="360"/>
      </w:pPr>
    </w:lvl>
    <w:lvl w:ilvl="1" w:tplc="04100011">
      <w:start w:val="1"/>
      <w:numFmt w:val="decimal"/>
      <w:lvlText w:val="%2)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26443E97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A1DF1"/>
    <w:multiLevelType w:val="multilevel"/>
    <w:tmpl w:val="8C0C4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ACE4BF4"/>
    <w:multiLevelType w:val="hybridMultilevel"/>
    <w:tmpl w:val="46EA13A8"/>
    <w:lvl w:ilvl="0" w:tplc="041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6F0E6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86B08"/>
    <w:multiLevelType w:val="multilevel"/>
    <w:tmpl w:val="BDE8003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D8920F6"/>
    <w:multiLevelType w:val="multilevel"/>
    <w:tmpl w:val="4D344D30"/>
    <w:lvl w:ilvl="0">
      <w:start w:val="7"/>
      <w:numFmt w:val="decimal"/>
      <w:lvlText w:val="%1"/>
      <w:lvlJc w:val="left"/>
      <w:pPr>
        <w:ind w:left="360" w:hanging="360"/>
      </w:pPr>
      <w:rPr>
        <w:rFonts w:cs="Arial" w:hint="default"/>
        <w:color w:val="000000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Arial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Arial" w:hint="default"/>
        <w:color w:val="000000"/>
        <w:sz w:val="20"/>
      </w:rPr>
    </w:lvl>
  </w:abstractNum>
  <w:abstractNum w:abstractNumId="15" w15:restartNumberingAfterBreak="0">
    <w:nsid w:val="2DAA0321"/>
    <w:multiLevelType w:val="multilevel"/>
    <w:tmpl w:val="5EEA9E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Verdan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FEA612C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26780"/>
    <w:multiLevelType w:val="hybridMultilevel"/>
    <w:tmpl w:val="4202CD54"/>
    <w:lvl w:ilvl="0" w:tplc="AE16ED7C"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Verdana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12050B7"/>
    <w:multiLevelType w:val="hybridMultilevel"/>
    <w:tmpl w:val="E21626E8"/>
    <w:lvl w:ilvl="0" w:tplc="CBECA05E">
      <w:numFmt w:val="bullet"/>
      <w:lvlText w:val="•"/>
      <w:lvlJc w:val="left"/>
      <w:pPr>
        <w:ind w:left="786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3190143D"/>
    <w:multiLevelType w:val="multilevel"/>
    <w:tmpl w:val="4D344D30"/>
    <w:lvl w:ilvl="0">
      <w:start w:val="7"/>
      <w:numFmt w:val="decimal"/>
      <w:lvlText w:val="%1"/>
      <w:lvlJc w:val="left"/>
      <w:pPr>
        <w:ind w:left="360" w:hanging="360"/>
      </w:pPr>
      <w:rPr>
        <w:rFonts w:cs="Arial" w:hint="default"/>
        <w:color w:val="000000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Arial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Arial" w:hint="default"/>
        <w:color w:val="000000"/>
        <w:sz w:val="20"/>
      </w:rPr>
    </w:lvl>
  </w:abstractNum>
  <w:abstractNum w:abstractNumId="20" w15:restartNumberingAfterBreak="0">
    <w:nsid w:val="35A24F47"/>
    <w:multiLevelType w:val="hybridMultilevel"/>
    <w:tmpl w:val="F300F100"/>
    <w:lvl w:ilvl="0" w:tplc="33B41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6EFB"/>
    <w:multiLevelType w:val="hybridMultilevel"/>
    <w:tmpl w:val="A3DCD9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3B3F49"/>
    <w:multiLevelType w:val="hybridMultilevel"/>
    <w:tmpl w:val="511AC0A0"/>
    <w:lvl w:ilvl="0" w:tplc="44D2C3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E3BC2"/>
    <w:multiLevelType w:val="hybridMultilevel"/>
    <w:tmpl w:val="A79A2E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323609"/>
    <w:multiLevelType w:val="hybridMultilevel"/>
    <w:tmpl w:val="ED7079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7C7844"/>
    <w:multiLevelType w:val="multilevel"/>
    <w:tmpl w:val="075A5B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E980416"/>
    <w:multiLevelType w:val="hybridMultilevel"/>
    <w:tmpl w:val="DDA80426"/>
    <w:lvl w:ilvl="0" w:tplc="D99CD5EE">
      <w:start w:val="1"/>
      <w:numFmt w:val="decimal"/>
      <w:lvlText w:val="%1)"/>
      <w:lvlJc w:val="left"/>
      <w:pPr>
        <w:ind w:left="927" w:hanging="360"/>
      </w:pPr>
      <w:rPr>
        <w:rFonts w:ascii="Trebuchet MS" w:eastAsia="Times New Roman" w:hAnsi="Trebuchet MS" w:cs="Verdana"/>
      </w:rPr>
    </w:lvl>
    <w:lvl w:ilvl="1" w:tplc="5E7C3D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8512F0"/>
    <w:multiLevelType w:val="hybridMultilevel"/>
    <w:tmpl w:val="89E49386"/>
    <w:lvl w:ilvl="0" w:tplc="3B965DC4">
      <w:numFmt w:val="bullet"/>
      <w:lvlText w:val="-"/>
      <w:lvlJc w:val="left"/>
      <w:pPr>
        <w:tabs>
          <w:tab w:val="num" w:pos="120"/>
        </w:tabs>
        <w:ind w:left="1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6E4AC5"/>
    <w:multiLevelType w:val="hybridMultilevel"/>
    <w:tmpl w:val="8116CA92"/>
    <w:lvl w:ilvl="0" w:tplc="AD9A95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1D4013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540A23"/>
    <w:multiLevelType w:val="multilevel"/>
    <w:tmpl w:val="37BED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31D403A"/>
    <w:multiLevelType w:val="multilevel"/>
    <w:tmpl w:val="8398E57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Verdan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4865BA7"/>
    <w:multiLevelType w:val="hybridMultilevel"/>
    <w:tmpl w:val="ED7079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9D6ED7"/>
    <w:multiLevelType w:val="hybridMultilevel"/>
    <w:tmpl w:val="94749E34"/>
    <w:lvl w:ilvl="0" w:tplc="D42421E6">
      <w:start w:val="1"/>
      <w:numFmt w:val="lowerLetter"/>
      <w:lvlText w:val="%1)"/>
      <w:lvlJc w:val="left"/>
      <w:pPr>
        <w:ind w:left="1288" w:hanging="360"/>
      </w:pPr>
      <w:rPr>
        <w:rFonts w:hint="default"/>
        <w:b w:val="0"/>
        <w:sz w:val="20"/>
      </w:rPr>
    </w:lvl>
    <w:lvl w:ilvl="1" w:tplc="04100019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4" w15:restartNumberingAfterBreak="0">
    <w:nsid w:val="5BBA274C"/>
    <w:multiLevelType w:val="multilevel"/>
    <w:tmpl w:val="8C0C4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1CB7FCB"/>
    <w:multiLevelType w:val="hybridMultilevel"/>
    <w:tmpl w:val="C11830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53D41"/>
    <w:multiLevelType w:val="hybridMultilevel"/>
    <w:tmpl w:val="FB1036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676D4E"/>
    <w:multiLevelType w:val="hybridMultilevel"/>
    <w:tmpl w:val="6F92A5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855F52"/>
    <w:multiLevelType w:val="hybridMultilevel"/>
    <w:tmpl w:val="463279C8"/>
    <w:lvl w:ilvl="0" w:tplc="FF62D578">
      <w:start w:val="14"/>
      <w:numFmt w:val="bullet"/>
      <w:lvlText w:val="•"/>
      <w:lvlJc w:val="left"/>
      <w:pPr>
        <w:ind w:left="1353" w:hanging="360"/>
      </w:pPr>
      <w:rPr>
        <w:rFonts w:ascii="Trebuchet MS" w:eastAsia="Times New Roman" w:hAnsi="Trebuchet MS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FF55266"/>
    <w:multiLevelType w:val="multilevel"/>
    <w:tmpl w:val="37BED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6834BC2"/>
    <w:multiLevelType w:val="hybridMultilevel"/>
    <w:tmpl w:val="F0B84430"/>
    <w:lvl w:ilvl="0" w:tplc="2F28586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CE2AA31A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sz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844084"/>
    <w:multiLevelType w:val="hybridMultilevel"/>
    <w:tmpl w:val="A0B85D1A"/>
    <w:lvl w:ilvl="0" w:tplc="4D1227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5F1099"/>
    <w:multiLevelType w:val="hybridMultilevel"/>
    <w:tmpl w:val="FB1036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2">
    <w:abstractNumId w:val="40"/>
  </w:num>
  <w:num w:numId="3">
    <w:abstractNumId w:val="41"/>
  </w:num>
  <w:num w:numId="4">
    <w:abstractNumId w:val="26"/>
  </w:num>
  <w:num w:numId="5">
    <w:abstractNumId w:val="28"/>
  </w:num>
  <w:num w:numId="6">
    <w:abstractNumId w:val="21"/>
  </w:num>
  <w:num w:numId="7">
    <w:abstractNumId w:val="27"/>
  </w:num>
  <w:num w:numId="8">
    <w:abstractNumId w:val="33"/>
  </w:num>
  <w:num w:numId="9">
    <w:abstractNumId w:val="31"/>
  </w:num>
  <w:num w:numId="10">
    <w:abstractNumId w:val="14"/>
  </w:num>
  <w:num w:numId="11">
    <w:abstractNumId w:val="13"/>
  </w:num>
  <w:num w:numId="12">
    <w:abstractNumId w:val="39"/>
  </w:num>
  <w:num w:numId="13">
    <w:abstractNumId w:val="34"/>
  </w:num>
  <w:num w:numId="14">
    <w:abstractNumId w:val="25"/>
  </w:num>
  <w:num w:numId="15">
    <w:abstractNumId w:val="15"/>
  </w:num>
  <w:num w:numId="16">
    <w:abstractNumId w:val="36"/>
  </w:num>
  <w:num w:numId="17">
    <w:abstractNumId w:val="7"/>
  </w:num>
  <w:num w:numId="18">
    <w:abstractNumId w:val="16"/>
  </w:num>
  <w:num w:numId="19">
    <w:abstractNumId w:val="29"/>
  </w:num>
  <w:num w:numId="20">
    <w:abstractNumId w:val="10"/>
  </w:num>
  <w:num w:numId="21">
    <w:abstractNumId w:val="37"/>
  </w:num>
  <w:num w:numId="22">
    <w:abstractNumId w:val="19"/>
  </w:num>
  <w:num w:numId="23">
    <w:abstractNumId w:val="35"/>
  </w:num>
  <w:num w:numId="24">
    <w:abstractNumId w:val="30"/>
  </w:num>
  <w:num w:numId="25">
    <w:abstractNumId w:val="32"/>
  </w:num>
  <w:num w:numId="26">
    <w:abstractNumId w:val="22"/>
  </w:num>
  <w:num w:numId="27">
    <w:abstractNumId w:val="24"/>
  </w:num>
  <w:num w:numId="28">
    <w:abstractNumId w:val="5"/>
  </w:num>
  <w:num w:numId="29">
    <w:abstractNumId w:val="2"/>
  </w:num>
  <w:num w:numId="30">
    <w:abstractNumId w:val="8"/>
  </w:num>
  <w:num w:numId="31">
    <w:abstractNumId w:val="6"/>
  </w:num>
  <w:num w:numId="32">
    <w:abstractNumId w:val="23"/>
  </w:num>
  <w:num w:numId="33">
    <w:abstractNumId w:val="3"/>
  </w:num>
  <w:num w:numId="34">
    <w:abstractNumId w:val="20"/>
  </w:num>
  <w:num w:numId="35">
    <w:abstractNumId w:val="42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4"/>
  </w:num>
  <w:num w:numId="39">
    <w:abstractNumId w:val="18"/>
  </w:num>
  <w:num w:numId="40">
    <w:abstractNumId w:val="38"/>
  </w:num>
  <w:num w:numId="41">
    <w:abstractNumId w:val="1"/>
  </w:num>
  <w:num w:numId="42">
    <w:abstractNumId w:val="9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</w:num>
  <w:num w:numId="45">
    <w:abstractNumId w:val="1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33C"/>
    <w:rsid w:val="00002545"/>
    <w:rsid w:val="00002B01"/>
    <w:rsid w:val="000038D3"/>
    <w:rsid w:val="0000474C"/>
    <w:rsid w:val="00005DBA"/>
    <w:rsid w:val="00007598"/>
    <w:rsid w:val="000119B2"/>
    <w:rsid w:val="00013CF2"/>
    <w:rsid w:val="000142DB"/>
    <w:rsid w:val="000150B0"/>
    <w:rsid w:val="00015256"/>
    <w:rsid w:val="0002098A"/>
    <w:rsid w:val="0002288E"/>
    <w:rsid w:val="00024DF3"/>
    <w:rsid w:val="00025932"/>
    <w:rsid w:val="000262EA"/>
    <w:rsid w:val="0002653E"/>
    <w:rsid w:val="00026A00"/>
    <w:rsid w:val="00026C3A"/>
    <w:rsid w:val="0003009C"/>
    <w:rsid w:val="00030A9E"/>
    <w:rsid w:val="000318CF"/>
    <w:rsid w:val="0003200C"/>
    <w:rsid w:val="00032670"/>
    <w:rsid w:val="00033BAA"/>
    <w:rsid w:val="00034762"/>
    <w:rsid w:val="0003670B"/>
    <w:rsid w:val="00040036"/>
    <w:rsid w:val="0004097D"/>
    <w:rsid w:val="00041A5A"/>
    <w:rsid w:val="00041E6E"/>
    <w:rsid w:val="00042C0E"/>
    <w:rsid w:val="00043D03"/>
    <w:rsid w:val="00044318"/>
    <w:rsid w:val="0004756C"/>
    <w:rsid w:val="00047E47"/>
    <w:rsid w:val="00047E9D"/>
    <w:rsid w:val="00052264"/>
    <w:rsid w:val="0005236F"/>
    <w:rsid w:val="00053868"/>
    <w:rsid w:val="00053D80"/>
    <w:rsid w:val="0006007F"/>
    <w:rsid w:val="00060404"/>
    <w:rsid w:val="00060521"/>
    <w:rsid w:val="0006099F"/>
    <w:rsid w:val="00061D07"/>
    <w:rsid w:val="000622BD"/>
    <w:rsid w:val="000629C5"/>
    <w:rsid w:val="00063D84"/>
    <w:rsid w:val="00064678"/>
    <w:rsid w:val="00066980"/>
    <w:rsid w:val="0007070A"/>
    <w:rsid w:val="000717B2"/>
    <w:rsid w:val="00072608"/>
    <w:rsid w:val="000735AE"/>
    <w:rsid w:val="000740D1"/>
    <w:rsid w:val="000745CC"/>
    <w:rsid w:val="000756A6"/>
    <w:rsid w:val="000822A4"/>
    <w:rsid w:val="000824D2"/>
    <w:rsid w:val="000827DC"/>
    <w:rsid w:val="00082B92"/>
    <w:rsid w:val="00082FB2"/>
    <w:rsid w:val="000834A3"/>
    <w:rsid w:val="00083C02"/>
    <w:rsid w:val="000844E7"/>
    <w:rsid w:val="0009194F"/>
    <w:rsid w:val="0009320B"/>
    <w:rsid w:val="00093837"/>
    <w:rsid w:val="0009423C"/>
    <w:rsid w:val="0009434B"/>
    <w:rsid w:val="00094A49"/>
    <w:rsid w:val="00096777"/>
    <w:rsid w:val="000972FF"/>
    <w:rsid w:val="000A32F2"/>
    <w:rsid w:val="000A551E"/>
    <w:rsid w:val="000A6B35"/>
    <w:rsid w:val="000A6F0E"/>
    <w:rsid w:val="000B0A7B"/>
    <w:rsid w:val="000B1870"/>
    <w:rsid w:val="000B3B1E"/>
    <w:rsid w:val="000B581F"/>
    <w:rsid w:val="000B6EC6"/>
    <w:rsid w:val="000C27EA"/>
    <w:rsid w:val="000C3574"/>
    <w:rsid w:val="000C44CB"/>
    <w:rsid w:val="000C6DEF"/>
    <w:rsid w:val="000D1CB8"/>
    <w:rsid w:val="000D38E9"/>
    <w:rsid w:val="000D404B"/>
    <w:rsid w:val="000D7A34"/>
    <w:rsid w:val="000E3DCD"/>
    <w:rsid w:val="000E43D1"/>
    <w:rsid w:val="000E46A3"/>
    <w:rsid w:val="000E5180"/>
    <w:rsid w:val="000E5336"/>
    <w:rsid w:val="000E5451"/>
    <w:rsid w:val="000E695A"/>
    <w:rsid w:val="000F0444"/>
    <w:rsid w:val="000F7449"/>
    <w:rsid w:val="001026AA"/>
    <w:rsid w:val="001040C7"/>
    <w:rsid w:val="00106E1F"/>
    <w:rsid w:val="0011020F"/>
    <w:rsid w:val="00110CC3"/>
    <w:rsid w:val="00111F4D"/>
    <w:rsid w:val="0011344F"/>
    <w:rsid w:val="0011362A"/>
    <w:rsid w:val="00114925"/>
    <w:rsid w:val="00114D53"/>
    <w:rsid w:val="0011552E"/>
    <w:rsid w:val="00116639"/>
    <w:rsid w:val="00120C0E"/>
    <w:rsid w:val="00121EF7"/>
    <w:rsid w:val="0012449C"/>
    <w:rsid w:val="0012456F"/>
    <w:rsid w:val="00124790"/>
    <w:rsid w:val="00124FF5"/>
    <w:rsid w:val="001258ED"/>
    <w:rsid w:val="0012754A"/>
    <w:rsid w:val="001308D4"/>
    <w:rsid w:val="00131C58"/>
    <w:rsid w:val="0013362E"/>
    <w:rsid w:val="0013605F"/>
    <w:rsid w:val="00136DDD"/>
    <w:rsid w:val="00137D36"/>
    <w:rsid w:val="00142F0A"/>
    <w:rsid w:val="00143727"/>
    <w:rsid w:val="001447F0"/>
    <w:rsid w:val="00145886"/>
    <w:rsid w:val="0014621D"/>
    <w:rsid w:val="001462FA"/>
    <w:rsid w:val="00146CB4"/>
    <w:rsid w:val="001477A2"/>
    <w:rsid w:val="00150A7F"/>
    <w:rsid w:val="0015244A"/>
    <w:rsid w:val="0015261C"/>
    <w:rsid w:val="00152892"/>
    <w:rsid w:val="00154AB0"/>
    <w:rsid w:val="00156D39"/>
    <w:rsid w:val="00157B68"/>
    <w:rsid w:val="00157C21"/>
    <w:rsid w:val="001615D1"/>
    <w:rsid w:val="001621F7"/>
    <w:rsid w:val="00163852"/>
    <w:rsid w:val="00164E7A"/>
    <w:rsid w:val="00166453"/>
    <w:rsid w:val="00167867"/>
    <w:rsid w:val="00173CA9"/>
    <w:rsid w:val="0018280C"/>
    <w:rsid w:val="00183A06"/>
    <w:rsid w:val="00183DE7"/>
    <w:rsid w:val="001870AB"/>
    <w:rsid w:val="00191F65"/>
    <w:rsid w:val="001932C9"/>
    <w:rsid w:val="001945CA"/>
    <w:rsid w:val="00195645"/>
    <w:rsid w:val="00195852"/>
    <w:rsid w:val="00196AF0"/>
    <w:rsid w:val="001A3957"/>
    <w:rsid w:val="001A6EF0"/>
    <w:rsid w:val="001A773F"/>
    <w:rsid w:val="001A7C0C"/>
    <w:rsid w:val="001B20FC"/>
    <w:rsid w:val="001B2F8C"/>
    <w:rsid w:val="001B3620"/>
    <w:rsid w:val="001B387C"/>
    <w:rsid w:val="001B4E85"/>
    <w:rsid w:val="001B5B95"/>
    <w:rsid w:val="001C1D31"/>
    <w:rsid w:val="001C6422"/>
    <w:rsid w:val="001C75D9"/>
    <w:rsid w:val="001D0265"/>
    <w:rsid w:val="001D127D"/>
    <w:rsid w:val="001D2D21"/>
    <w:rsid w:val="001D5D7A"/>
    <w:rsid w:val="001D645C"/>
    <w:rsid w:val="001D6846"/>
    <w:rsid w:val="001E179D"/>
    <w:rsid w:val="001E3C1B"/>
    <w:rsid w:val="001E3E8F"/>
    <w:rsid w:val="001E5689"/>
    <w:rsid w:val="001E5A89"/>
    <w:rsid w:val="001E6A19"/>
    <w:rsid w:val="001F1C5B"/>
    <w:rsid w:val="001F3AD4"/>
    <w:rsid w:val="001F5654"/>
    <w:rsid w:val="001F593E"/>
    <w:rsid w:val="001F7263"/>
    <w:rsid w:val="00200A23"/>
    <w:rsid w:val="00200BC3"/>
    <w:rsid w:val="00201432"/>
    <w:rsid w:val="002021AB"/>
    <w:rsid w:val="00203119"/>
    <w:rsid w:val="0020527C"/>
    <w:rsid w:val="0020538F"/>
    <w:rsid w:val="0020668C"/>
    <w:rsid w:val="0021014C"/>
    <w:rsid w:val="002112A5"/>
    <w:rsid w:val="0021138B"/>
    <w:rsid w:val="002141D1"/>
    <w:rsid w:val="002144CA"/>
    <w:rsid w:val="0021726D"/>
    <w:rsid w:val="00222131"/>
    <w:rsid w:val="002223D5"/>
    <w:rsid w:val="002225FF"/>
    <w:rsid w:val="00222E53"/>
    <w:rsid w:val="002248AE"/>
    <w:rsid w:val="00234E06"/>
    <w:rsid w:val="002358BE"/>
    <w:rsid w:val="00236128"/>
    <w:rsid w:val="002371F9"/>
    <w:rsid w:val="00237A03"/>
    <w:rsid w:val="00240D9B"/>
    <w:rsid w:val="00242431"/>
    <w:rsid w:val="002427F6"/>
    <w:rsid w:val="002438DF"/>
    <w:rsid w:val="002464CE"/>
    <w:rsid w:val="00246F4F"/>
    <w:rsid w:val="002500A8"/>
    <w:rsid w:val="002533CB"/>
    <w:rsid w:val="00253479"/>
    <w:rsid w:val="00254694"/>
    <w:rsid w:val="00254F14"/>
    <w:rsid w:val="00255E7E"/>
    <w:rsid w:val="00256884"/>
    <w:rsid w:val="00260A92"/>
    <w:rsid w:val="002622B6"/>
    <w:rsid w:val="00262B04"/>
    <w:rsid w:val="0026366B"/>
    <w:rsid w:val="00265C89"/>
    <w:rsid w:val="00274091"/>
    <w:rsid w:val="002748DA"/>
    <w:rsid w:val="00274BAD"/>
    <w:rsid w:val="002753D1"/>
    <w:rsid w:val="0027697F"/>
    <w:rsid w:val="002771D6"/>
    <w:rsid w:val="00283C64"/>
    <w:rsid w:val="00283D5F"/>
    <w:rsid w:val="00284BC7"/>
    <w:rsid w:val="00284C20"/>
    <w:rsid w:val="00285F9C"/>
    <w:rsid w:val="00286F83"/>
    <w:rsid w:val="0028728E"/>
    <w:rsid w:val="00290BA0"/>
    <w:rsid w:val="00291E37"/>
    <w:rsid w:val="002948E4"/>
    <w:rsid w:val="00294A0F"/>
    <w:rsid w:val="00295301"/>
    <w:rsid w:val="002978E1"/>
    <w:rsid w:val="00297B6D"/>
    <w:rsid w:val="002A06AF"/>
    <w:rsid w:val="002A1A28"/>
    <w:rsid w:val="002A2D73"/>
    <w:rsid w:val="002A3097"/>
    <w:rsid w:val="002A5D82"/>
    <w:rsid w:val="002A66B7"/>
    <w:rsid w:val="002A69D2"/>
    <w:rsid w:val="002B031D"/>
    <w:rsid w:val="002B08A5"/>
    <w:rsid w:val="002B08AD"/>
    <w:rsid w:val="002B0C2F"/>
    <w:rsid w:val="002B5355"/>
    <w:rsid w:val="002B5FE4"/>
    <w:rsid w:val="002B7CC5"/>
    <w:rsid w:val="002C079F"/>
    <w:rsid w:val="002C32C7"/>
    <w:rsid w:val="002C738B"/>
    <w:rsid w:val="002D3667"/>
    <w:rsid w:val="002D3DE4"/>
    <w:rsid w:val="002D5DD5"/>
    <w:rsid w:val="002E0799"/>
    <w:rsid w:val="002E0EDE"/>
    <w:rsid w:val="002E1990"/>
    <w:rsid w:val="002E2280"/>
    <w:rsid w:val="002E2C16"/>
    <w:rsid w:val="002E3F05"/>
    <w:rsid w:val="002E4014"/>
    <w:rsid w:val="002E40EE"/>
    <w:rsid w:val="002E4B08"/>
    <w:rsid w:val="002E69BB"/>
    <w:rsid w:val="002F1B17"/>
    <w:rsid w:val="003007A8"/>
    <w:rsid w:val="003024F8"/>
    <w:rsid w:val="00302FB0"/>
    <w:rsid w:val="003031B8"/>
    <w:rsid w:val="00304263"/>
    <w:rsid w:val="003050A3"/>
    <w:rsid w:val="00312B22"/>
    <w:rsid w:val="003135EE"/>
    <w:rsid w:val="00315513"/>
    <w:rsid w:val="0031576D"/>
    <w:rsid w:val="00315EF1"/>
    <w:rsid w:val="00320756"/>
    <w:rsid w:val="00322D24"/>
    <w:rsid w:val="0032310E"/>
    <w:rsid w:val="003235B3"/>
    <w:rsid w:val="00323832"/>
    <w:rsid w:val="00323C89"/>
    <w:rsid w:val="003248E0"/>
    <w:rsid w:val="00327572"/>
    <w:rsid w:val="0032759E"/>
    <w:rsid w:val="00331A90"/>
    <w:rsid w:val="00331E40"/>
    <w:rsid w:val="00332A3D"/>
    <w:rsid w:val="0033412B"/>
    <w:rsid w:val="003350E0"/>
    <w:rsid w:val="00335467"/>
    <w:rsid w:val="00336B37"/>
    <w:rsid w:val="00336F1F"/>
    <w:rsid w:val="0033748C"/>
    <w:rsid w:val="003377B8"/>
    <w:rsid w:val="00337963"/>
    <w:rsid w:val="00337CFC"/>
    <w:rsid w:val="00337F52"/>
    <w:rsid w:val="0034024B"/>
    <w:rsid w:val="00340A12"/>
    <w:rsid w:val="00342A0D"/>
    <w:rsid w:val="00344F8E"/>
    <w:rsid w:val="003453E9"/>
    <w:rsid w:val="003456F8"/>
    <w:rsid w:val="00351A05"/>
    <w:rsid w:val="0035227E"/>
    <w:rsid w:val="003525E7"/>
    <w:rsid w:val="003544A3"/>
    <w:rsid w:val="00354928"/>
    <w:rsid w:val="00355104"/>
    <w:rsid w:val="003555C5"/>
    <w:rsid w:val="003567F1"/>
    <w:rsid w:val="0036172F"/>
    <w:rsid w:val="0036182C"/>
    <w:rsid w:val="00361B5C"/>
    <w:rsid w:val="00363361"/>
    <w:rsid w:val="00365C0B"/>
    <w:rsid w:val="00374777"/>
    <w:rsid w:val="00376133"/>
    <w:rsid w:val="003768B0"/>
    <w:rsid w:val="00377077"/>
    <w:rsid w:val="0037707E"/>
    <w:rsid w:val="00380757"/>
    <w:rsid w:val="00380D6F"/>
    <w:rsid w:val="0038187D"/>
    <w:rsid w:val="00382A81"/>
    <w:rsid w:val="00382DFF"/>
    <w:rsid w:val="00384E8F"/>
    <w:rsid w:val="0038568D"/>
    <w:rsid w:val="0038587D"/>
    <w:rsid w:val="00385F3E"/>
    <w:rsid w:val="00386565"/>
    <w:rsid w:val="00386928"/>
    <w:rsid w:val="00387AD1"/>
    <w:rsid w:val="00390460"/>
    <w:rsid w:val="00397C78"/>
    <w:rsid w:val="003A3A79"/>
    <w:rsid w:val="003A6B4C"/>
    <w:rsid w:val="003B2015"/>
    <w:rsid w:val="003B28DC"/>
    <w:rsid w:val="003B3335"/>
    <w:rsid w:val="003C2A95"/>
    <w:rsid w:val="003C2B00"/>
    <w:rsid w:val="003C379E"/>
    <w:rsid w:val="003C47CF"/>
    <w:rsid w:val="003C6A09"/>
    <w:rsid w:val="003D20A5"/>
    <w:rsid w:val="003D2DA1"/>
    <w:rsid w:val="003D51B4"/>
    <w:rsid w:val="003D6A35"/>
    <w:rsid w:val="003D7535"/>
    <w:rsid w:val="003E0B42"/>
    <w:rsid w:val="003E0F44"/>
    <w:rsid w:val="003E1D70"/>
    <w:rsid w:val="003E3BF5"/>
    <w:rsid w:val="003E438A"/>
    <w:rsid w:val="003E5218"/>
    <w:rsid w:val="003E530E"/>
    <w:rsid w:val="003E6B0F"/>
    <w:rsid w:val="003F00ED"/>
    <w:rsid w:val="003F100D"/>
    <w:rsid w:val="003F185B"/>
    <w:rsid w:val="003F2C97"/>
    <w:rsid w:val="003F2E95"/>
    <w:rsid w:val="003F3C0E"/>
    <w:rsid w:val="003F3E99"/>
    <w:rsid w:val="003F641F"/>
    <w:rsid w:val="003F674F"/>
    <w:rsid w:val="00403604"/>
    <w:rsid w:val="0040370B"/>
    <w:rsid w:val="00404EB3"/>
    <w:rsid w:val="00405243"/>
    <w:rsid w:val="00406492"/>
    <w:rsid w:val="00407B35"/>
    <w:rsid w:val="00410947"/>
    <w:rsid w:val="004111E3"/>
    <w:rsid w:val="00412A33"/>
    <w:rsid w:val="00415925"/>
    <w:rsid w:val="00415AAB"/>
    <w:rsid w:val="0041607B"/>
    <w:rsid w:val="0041691C"/>
    <w:rsid w:val="00416ECF"/>
    <w:rsid w:val="004178C5"/>
    <w:rsid w:val="00417A28"/>
    <w:rsid w:val="00420327"/>
    <w:rsid w:val="00421838"/>
    <w:rsid w:val="004234D8"/>
    <w:rsid w:val="004254B8"/>
    <w:rsid w:val="00425758"/>
    <w:rsid w:val="00432DB1"/>
    <w:rsid w:val="00434783"/>
    <w:rsid w:val="00436990"/>
    <w:rsid w:val="00441FC8"/>
    <w:rsid w:val="004436BD"/>
    <w:rsid w:val="00443F17"/>
    <w:rsid w:val="00444272"/>
    <w:rsid w:val="00447257"/>
    <w:rsid w:val="00447D14"/>
    <w:rsid w:val="004505D2"/>
    <w:rsid w:val="00450B7F"/>
    <w:rsid w:val="00451A10"/>
    <w:rsid w:val="004534AC"/>
    <w:rsid w:val="0046044E"/>
    <w:rsid w:val="00461DAF"/>
    <w:rsid w:val="00463DFC"/>
    <w:rsid w:val="00463F50"/>
    <w:rsid w:val="0046420C"/>
    <w:rsid w:val="0046444B"/>
    <w:rsid w:val="00464B5F"/>
    <w:rsid w:val="0046648C"/>
    <w:rsid w:val="00466A4D"/>
    <w:rsid w:val="00471FA4"/>
    <w:rsid w:val="00472868"/>
    <w:rsid w:val="0047359E"/>
    <w:rsid w:val="00473872"/>
    <w:rsid w:val="004750CD"/>
    <w:rsid w:val="0047612C"/>
    <w:rsid w:val="00477263"/>
    <w:rsid w:val="0048036F"/>
    <w:rsid w:val="00480439"/>
    <w:rsid w:val="00482024"/>
    <w:rsid w:val="004822F3"/>
    <w:rsid w:val="004842AC"/>
    <w:rsid w:val="004858BD"/>
    <w:rsid w:val="00485A1E"/>
    <w:rsid w:val="00485B32"/>
    <w:rsid w:val="00486E06"/>
    <w:rsid w:val="00490C20"/>
    <w:rsid w:val="0049192C"/>
    <w:rsid w:val="00492401"/>
    <w:rsid w:val="00494665"/>
    <w:rsid w:val="004951B6"/>
    <w:rsid w:val="004A28BD"/>
    <w:rsid w:val="004A4EDC"/>
    <w:rsid w:val="004A57A5"/>
    <w:rsid w:val="004A5FD2"/>
    <w:rsid w:val="004B12A0"/>
    <w:rsid w:val="004B14E0"/>
    <w:rsid w:val="004B7190"/>
    <w:rsid w:val="004C0B4F"/>
    <w:rsid w:val="004C249F"/>
    <w:rsid w:val="004C36A4"/>
    <w:rsid w:val="004C37CC"/>
    <w:rsid w:val="004C478E"/>
    <w:rsid w:val="004C7BE8"/>
    <w:rsid w:val="004D1259"/>
    <w:rsid w:val="004D5739"/>
    <w:rsid w:val="004D72C5"/>
    <w:rsid w:val="004E0316"/>
    <w:rsid w:val="004E093B"/>
    <w:rsid w:val="004E157F"/>
    <w:rsid w:val="004E214F"/>
    <w:rsid w:val="004E2292"/>
    <w:rsid w:val="004E3F2A"/>
    <w:rsid w:val="004E496C"/>
    <w:rsid w:val="004E5375"/>
    <w:rsid w:val="004F1464"/>
    <w:rsid w:val="004F22C9"/>
    <w:rsid w:val="004F2DF4"/>
    <w:rsid w:val="004F33A4"/>
    <w:rsid w:val="004F3E4D"/>
    <w:rsid w:val="004F4A69"/>
    <w:rsid w:val="004F605D"/>
    <w:rsid w:val="005005C7"/>
    <w:rsid w:val="0050376A"/>
    <w:rsid w:val="00506E9A"/>
    <w:rsid w:val="00510A85"/>
    <w:rsid w:val="00510DD0"/>
    <w:rsid w:val="00511273"/>
    <w:rsid w:val="00511BF2"/>
    <w:rsid w:val="005143FE"/>
    <w:rsid w:val="0051473C"/>
    <w:rsid w:val="00514DEE"/>
    <w:rsid w:val="005200AD"/>
    <w:rsid w:val="00523B12"/>
    <w:rsid w:val="00525011"/>
    <w:rsid w:val="00526B0A"/>
    <w:rsid w:val="00526FD5"/>
    <w:rsid w:val="0052750E"/>
    <w:rsid w:val="0052777B"/>
    <w:rsid w:val="00532192"/>
    <w:rsid w:val="00532434"/>
    <w:rsid w:val="00533D82"/>
    <w:rsid w:val="0053441B"/>
    <w:rsid w:val="00535039"/>
    <w:rsid w:val="00535C7F"/>
    <w:rsid w:val="00535F4D"/>
    <w:rsid w:val="005377F7"/>
    <w:rsid w:val="005410B1"/>
    <w:rsid w:val="00541E0D"/>
    <w:rsid w:val="0054290B"/>
    <w:rsid w:val="00542FDD"/>
    <w:rsid w:val="00544DA4"/>
    <w:rsid w:val="00547946"/>
    <w:rsid w:val="00547EEA"/>
    <w:rsid w:val="00560B8B"/>
    <w:rsid w:val="00565A7D"/>
    <w:rsid w:val="0057082E"/>
    <w:rsid w:val="00573522"/>
    <w:rsid w:val="00574590"/>
    <w:rsid w:val="00574F80"/>
    <w:rsid w:val="00575329"/>
    <w:rsid w:val="00580520"/>
    <w:rsid w:val="00580CD5"/>
    <w:rsid w:val="00581A1A"/>
    <w:rsid w:val="00582366"/>
    <w:rsid w:val="005834C8"/>
    <w:rsid w:val="005854A2"/>
    <w:rsid w:val="0059047C"/>
    <w:rsid w:val="00590FB9"/>
    <w:rsid w:val="00591555"/>
    <w:rsid w:val="00592A21"/>
    <w:rsid w:val="00593070"/>
    <w:rsid w:val="00595D6E"/>
    <w:rsid w:val="00595F46"/>
    <w:rsid w:val="0059612F"/>
    <w:rsid w:val="00596E9E"/>
    <w:rsid w:val="00597066"/>
    <w:rsid w:val="005A0325"/>
    <w:rsid w:val="005A05B5"/>
    <w:rsid w:val="005A0EF8"/>
    <w:rsid w:val="005A1307"/>
    <w:rsid w:val="005A5B96"/>
    <w:rsid w:val="005B1217"/>
    <w:rsid w:val="005B3ADB"/>
    <w:rsid w:val="005B4FEC"/>
    <w:rsid w:val="005B54D1"/>
    <w:rsid w:val="005B6F76"/>
    <w:rsid w:val="005C020E"/>
    <w:rsid w:val="005C11B6"/>
    <w:rsid w:val="005C25EF"/>
    <w:rsid w:val="005C3E17"/>
    <w:rsid w:val="005C4D61"/>
    <w:rsid w:val="005C4E5E"/>
    <w:rsid w:val="005C6AB3"/>
    <w:rsid w:val="005C7622"/>
    <w:rsid w:val="005D3B1E"/>
    <w:rsid w:val="005D7084"/>
    <w:rsid w:val="005E0331"/>
    <w:rsid w:val="005E0934"/>
    <w:rsid w:val="005E34D2"/>
    <w:rsid w:val="005E6558"/>
    <w:rsid w:val="005E66EA"/>
    <w:rsid w:val="005E7838"/>
    <w:rsid w:val="005F2507"/>
    <w:rsid w:val="005F442B"/>
    <w:rsid w:val="005F4586"/>
    <w:rsid w:val="005F5AF4"/>
    <w:rsid w:val="005F5DE9"/>
    <w:rsid w:val="0060114A"/>
    <w:rsid w:val="006019D2"/>
    <w:rsid w:val="006023DC"/>
    <w:rsid w:val="006043B2"/>
    <w:rsid w:val="00605D7A"/>
    <w:rsid w:val="00610197"/>
    <w:rsid w:val="0061429C"/>
    <w:rsid w:val="00615A0D"/>
    <w:rsid w:val="0062039E"/>
    <w:rsid w:val="006203E3"/>
    <w:rsid w:val="00620477"/>
    <w:rsid w:val="00622623"/>
    <w:rsid w:val="006269A3"/>
    <w:rsid w:val="006274B0"/>
    <w:rsid w:val="0062752D"/>
    <w:rsid w:val="006278EA"/>
    <w:rsid w:val="00627FFB"/>
    <w:rsid w:val="00631063"/>
    <w:rsid w:val="00631869"/>
    <w:rsid w:val="00631960"/>
    <w:rsid w:val="00632E50"/>
    <w:rsid w:val="00633E5E"/>
    <w:rsid w:val="00634881"/>
    <w:rsid w:val="00635F31"/>
    <w:rsid w:val="0063603F"/>
    <w:rsid w:val="0063784A"/>
    <w:rsid w:val="00637FB5"/>
    <w:rsid w:val="00640565"/>
    <w:rsid w:val="00640B97"/>
    <w:rsid w:val="00640E82"/>
    <w:rsid w:val="00641E16"/>
    <w:rsid w:val="006444A7"/>
    <w:rsid w:val="0064627F"/>
    <w:rsid w:val="00646FBC"/>
    <w:rsid w:val="00647529"/>
    <w:rsid w:val="00650385"/>
    <w:rsid w:val="006518E2"/>
    <w:rsid w:val="00651C07"/>
    <w:rsid w:val="006533D4"/>
    <w:rsid w:val="0065584E"/>
    <w:rsid w:val="006569C5"/>
    <w:rsid w:val="006575D4"/>
    <w:rsid w:val="0066006A"/>
    <w:rsid w:val="00661116"/>
    <w:rsid w:val="006621DF"/>
    <w:rsid w:val="00666ACD"/>
    <w:rsid w:val="00671620"/>
    <w:rsid w:val="00671A61"/>
    <w:rsid w:val="00671DF6"/>
    <w:rsid w:val="00672CC8"/>
    <w:rsid w:val="006748CE"/>
    <w:rsid w:val="00682459"/>
    <w:rsid w:val="00683B44"/>
    <w:rsid w:val="0068468D"/>
    <w:rsid w:val="0068524C"/>
    <w:rsid w:val="00686AC0"/>
    <w:rsid w:val="00686FF5"/>
    <w:rsid w:val="00690BCD"/>
    <w:rsid w:val="00694608"/>
    <w:rsid w:val="006950FB"/>
    <w:rsid w:val="0069510B"/>
    <w:rsid w:val="006966B9"/>
    <w:rsid w:val="006A1129"/>
    <w:rsid w:val="006A1AFD"/>
    <w:rsid w:val="006A2773"/>
    <w:rsid w:val="006A29D1"/>
    <w:rsid w:val="006A5273"/>
    <w:rsid w:val="006A65C5"/>
    <w:rsid w:val="006B02AF"/>
    <w:rsid w:val="006B3CB4"/>
    <w:rsid w:val="006B4970"/>
    <w:rsid w:val="006B510E"/>
    <w:rsid w:val="006B59D0"/>
    <w:rsid w:val="006B7B38"/>
    <w:rsid w:val="006C0B90"/>
    <w:rsid w:val="006C0BF6"/>
    <w:rsid w:val="006C3041"/>
    <w:rsid w:val="006C6189"/>
    <w:rsid w:val="006C7DAD"/>
    <w:rsid w:val="006D08C0"/>
    <w:rsid w:val="006D1204"/>
    <w:rsid w:val="006D1B79"/>
    <w:rsid w:val="006D1F08"/>
    <w:rsid w:val="006D32B2"/>
    <w:rsid w:val="006D4923"/>
    <w:rsid w:val="006E24DF"/>
    <w:rsid w:val="006E4558"/>
    <w:rsid w:val="006E45E6"/>
    <w:rsid w:val="006F02BA"/>
    <w:rsid w:val="006F0300"/>
    <w:rsid w:val="006F060B"/>
    <w:rsid w:val="006F0E8F"/>
    <w:rsid w:val="006F1AFB"/>
    <w:rsid w:val="00700960"/>
    <w:rsid w:val="00701F75"/>
    <w:rsid w:val="0070325D"/>
    <w:rsid w:val="007033D0"/>
    <w:rsid w:val="007072CA"/>
    <w:rsid w:val="00710AE7"/>
    <w:rsid w:val="007119D6"/>
    <w:rsid w:val="00712631"/>
    <w:rsid w:val="00712A81"/>
    <w:rsid w:val="0071411D"/>
    <w:rsid w:val="00720ABD"/>
    <w:rsid w:val="00720FBA"/>
    <w:rsid w:val="007222DB"/>
    <w:rsid w:val="007228A4"/>
    <w:rsid w:val="00722B9A"/>
    <w:rsid w:val="0072320D"/>
    <w:rsid w:val="00726023"/>
    <w:rsid w:val="007267D2"/>
    <w:rsid w:val="00726CEF"/>
    <w:rsid w:val="00727619"/>
    <w:rsid w:val="007279D8"/>
    <w:rsid w:val="00730EE1"/>
    <w:rsid w:val="00731870"/>
    <w:rsid w:val="007331FA"/>
    <w:rsid w:val="00733433"/>
    <w:rsid w:val="007339BF"/>
    <w:rsid w:val="00742574"/>
    <w:rsid w:val="0074351A"/>
    <w:rsid w:val="00744758"/>
    <w:rsid w:val="00745D05"/>
    <w:rsid w:val="00745E64"/>
    <w:rsid w:val="007462FF"/>
    <w:rsid w:val="00747DE1"/>
    <w:rsid w:val="007507EC"/>
    <w:rsid w:val="00751DA6"/>
    <w:rsid w:val="007538A8"/>
    <w:rsid w:val="00754A44"/>
    <w:rsid w:val="00755234"/>
    <w:rsid w:val="007569CC"/>
    <w:rsid w:val="0076089F"/>
    <w:rsid w:val="007621BB"/>
    <w:rsid w:val="00764C12"/>
    <w:rsid w:val="00765571"/>
    <w:rsid w:val="007667A2"/>
    <w:rsid w:val="0076757D"/>
    <w:rsid w:val="00771AF0"/>
    <w:rsid w:val="00771B6F"/>
    <w:rsid w:val="00772A79"/>
    <w:rsid w:val="00774290"/>
    <w:rsid w:val="00775A60"/>
    <w:rsid w:val="00777030"/>
    <w:rsid w:val="0077709F"/>
    <w:rsid w:val="007817FF"/>
    <w:rsid w:val="00782564"/>
    <w:rsid w:val="00782787"/>
    <w:rsid w:val="00782F2C"/>
    <w:rsid w:val="00786458"/>
    <w:rsid w:val="00787843"/>
    <w:rsid w:val="00790E52"/>
    <w:rsid w:val="00791234"/>
    <w:rsid w:val="00791922"/>
    <w:rsid w:val="0079310F"/>
    <w:rsid w:val="00793ECE"/>
    <w:rsid w:val="00795641"/>
    <w:rsid w:val="00795668"/>
    <w:rsid w:val="007963A1"/>
    <w:rsid w:val="007A0D0F"/>
    <w:rsid w:val="007A1AEC"/>
    <w:rsid w:val="007A4631"/>
    <w:rsid w:val="007A5023"/>
    <w:rsid w:val="007A5A7C"/>
    <w:rsid w:val="007A604C"/>
    <w:rsid w:val="007A707F"/>
    <w:rsid w:val="007A7494"/>
    <w:rsid w:val="007A7A2D"/>
    <w:rsid w:val="007B0E49"/>
    <w:rsid w:val="007B3592"/>
    <w:rsid w:val="007B3921"/>
    <w:rsid w:val="007B45BC"/>
    <w:rsid w:val="007B4C9B"/>
    <w:rsid w:val="007B661F"/>
    <w:rsid w:val="007B7432"/>
    <w:rsid w:val="007B7795"/>
    <w:rsid w:val="007C202D"/>
    <w:rsid w:val="007C41CF"/>
    <w:rsid w:val="007C664D"/>
    <w:rsid w:val="007C66C9"/>
    <w:rsid w:val="007C692B"/>
    <w:rsid w:val="007C6C68"/>
    <w:rsid w:val="007D22AA"/>
    <w:rsid w:val="007D483B"/>
    <w:rsid w:val="007D6076"/>
    <w:rsid w:val="007D6B70"/>
    <w:rsid w:val="007D75A2"/>
    <w:rsid w:val="007D79D2"/>
    <w:rsid w:val="007E2031"/>
    <w:rsid w:val="007E27A8"/>
    <w:rsid w:val="007E43D3"/>
    <w:rsid w:val="007E480D"/>
    <w:rsid w:val="007E536E"/>
    <w:rsid w:val="007E7A8B"/>
    <w:rsid w:val="007F0444"/>
    <w:rsid w:val="007F2BD0"/>
    <w:rsid w:val="007F4CF6"/>
    <w:rsid w:val="007F5C7F"/>
    <w:rsid w:val="007F5D57"/>
    <w:rsid w:val="00800F98"/>
    <w:rsid w:val="00801FE0"/>
    <w:rsid w:val="00802B3E"/>
    <w:rsid w:val="00806113"/>
    <w:rsid w:val="00806161"/>
    <w:rsid w:val="008061DD"/>
    <w:rsid w:val="00807341"/>
    <w:rsid w:val="00810C1A"/>
    <w:rsid w:val="008115F0"/>
    <w:rsid w:val="00812850"/>
    <w:rsid w:val="00816E33"/>
    <w:rsid w:val="00823FE8"/>
    <w:rsid w:val="00825CF7"/>
    <w:rsid w:val="00825EAE"/>
    <w:rsid w:val="008338C2"/>
    <w:rsid w:val="008348EC"/>
    <w:rsid w:val="00834F49"/>
    <w:rsid w:val="00835C91"/>
    <w:rsid w:val="0084031B"/>
    <w:rsid w:val="00844A32"/>
    <w:rsid w:val="00845064"/>
    <w:rsid w:val="00845C0F"/>
    <w:rsid w:val="00850303"/>
    <w:rsid w:val="00851722"/>
    <w:rsid w:val="008521E3"/>
    <w:rsid w:val="00852C8E"/>
    <w:rsid w:val="0085448A"/>
    <w:rsid w:val="00855E7F"/>
    <w:rsid w:val="008567A9"/>
    <w:rsid w:val="0085763D"/>
    <w:rsid w:val="00857790"/>
    <w:rsid w:val="00857892"/>
    <w:rsid w:val="00860EB8"/>
    <w:rsid w:val="0086150F"/>
    <w:rsid w:val="0086245E"/>
    <w:rsid w:val="00862DB7"/>
    <w:rsid w:val="00866D84"/>
    <w:rsid w:val="0087187B"/>
    <w:rsid w:val="0087279E"/>
    <w:rsid w:val="00873AA9"/>
    <w:rsid w:val="0087461F"/>
    <w:rsid w:val="00877D1F"/>
    <w:rsid w:val="00877D51"/>
    <w:rsid w:val="0088573C"/>
    <w:rsid w:val="0088640F"/>
    <w:rsid w:val="00890307"/>
    <w:rsid w:val="00893D4C"/>
    <w:rsid w:val="00895C44"/>
    <w:rsid w:val="00896ED5"/>
    <w:rsid w:val="008A0F73"/>
    <w:rsid w:val="008A154E"/>
    <w:rsid w:val="008A1633"/>
    <w:rsid w:val="008A1BA4"/>
    <w:rsid w:val="008A28AC"/>
    <w:rsid w:val="008A49A2"/>
    <w:rsid w:val="008A5971"/>
    <w:rsid w:val="008A6FB5"/>
    <w:rsid w:val="008B0B3B"/>
    <w:rsid w:val="008B1DB1"/>
    <w:rsid w:val="008B3983"/>
    <w:rsid w:val="008B4DF0"/>
    <w:rsid w:val="008B7022"/>
    <w:rsid w:val="008B720A"/>
    <w:rsid w:val="008C2105"/>
    <w:rsid w:val="008C231B"/>
    <w:rsid w:val="008C78C6"/>
    <w:rsid w:val="008C792E"/>
    <w:rsid w:val="008D07F1"/>
    <w:rsid w:val="008D0C87"/>
    <w:rsid w:val="008D23E7"/>
    <w:rsid w:val="008D3D4D"/>
    <w:rsid w:val="008D6BE0"/>
    <w:rsid w:val="008E043B"/>
    <w:rsid w:val="008E52F4"/>
    <w:rsid w:val="008E553A"/>
    <w:rsid w:val="008E6FA7"/>
    <w:rsid w:val="008E70C9"/>
    <w:rsid w:val="008F14FD"/>
    <w:rsid w:val="008F166B"/>
    <w:rsid w:val="008F1EF7"/>
    <w:rsid w:val="008F2E20"/>
    <w:rsid w:val="008F74AB"/>
    <w:rsid w:val="008F7CBA"/>
    <w:rsid w:val="00900006"/>
    <w:rsid w:val="009000C3"/>
    <w:rsid w:val="00901053"/>
    <w:rsid w:val="00903915"/>
    <w:rsid w:val="0090547A"/>
    <w:rsid w:val="00906F76"/>
    <w:rsid w:val="009070F3"/>
    <w:rsid w:val="009113A5"/>
    <w:rsid w:val="00911930"/>
    <w:rsid w:val="009144AD"/>
    <w:rsid w:val="00915BF6"/>
    <w:rsid w:val="009165AC"/>
    <w:rsid w:val="009200CC"/>
    <w:rsid w:val="009203E4"/>
    <w:rsid w:val="00921024"/>
    <w:rsid w:val="009212D6"/>
    <w:rsid w:val="009222F4"/>
    <w:rsid w:val="009225AC"/>
    <w:rsid w:val="00922BD6"/>
    <w:rsid w:val="00923E66"/>
    <w:rsid w:val="00924029"/>
    <w:rsid w:val="00927442"/>
    <w:rsid w:val="00927FDA"/>
    <w:rsid w:val="00930F30"/>
    <w:rsid w:val="00931170"/>
    <w:rsid w:val="0093255C"/>
    <w:rsid w:val="009338EB"/>
    <w:rsid w:val="00933CCD"/>
    <w:rsid w:val="00934C61"/>
    <w:rsid w:val="009378D6"/>
    <w:rsid w:val="00937E0D"/>
    <w:rsid w:val="00937EB1"/>
    <w:rsid w:val="00943F0D"/>
    <w:rsid w:val="009446BB"/>
    <w:rsid w:val="0094690D"/>
    <w:rsid w:val="00946C9B"/>
    <w:rsid w:val="00947E4E"/>
    <w:rsid w:val="00951CF5"/>
    <w:rsid w:val="00952009"/>
    <w:rsid w:val="009541CF"/>
    <w:rsid w:val="00954AA0"/>
    <w:rsid w:val="00956BA7"/>
    <w:rsid w:val="00956F71"/>
    <w:rsid w:val="00957508"/>
    <w:rsid w:val="00960188"/>
    <w:rsid w:val="0096103E"/>
    <w:rsid w:val="00962F50"/>
    <w:rsid w:val="00965671"/>
    <w:rsid w:val="00965820"/>
    <w:rsid w:val="00967296"/>
    <w:rsid w:val="00970419"/>
    <w:rsid w:val="0097219A"/>
    <w:rsid w:val="00973153"/>
    <w:rsid w:val="009748DA"/>
    <w:rsid w:val="00974A0B"/>
    <w:rsid w:val="0097573E"/>
    <w:rsid w:val="00977AC0"/>
    <w:rsid w:val="009801BE"/>
    <w:rsid w:val="009808D3"/>
    <w:rsid w:val="00981E30"/>
    <w:rsid w:val="0098328A"/>
    <w:rsid w:val="00984BA1"/>
    <w:rsid w:val="00984C55"/>
    <w:rsid w:val="00986905"/>
    <w:rsid w:val="00986D5D"/>
    <w:rsid w:val="00987173"/>
    <w:rsid w:val="009871B6"/>
    <w:rsid w:val="009873FD"/>
    <w:rsid w:val="00991654"/>
    <w:rsid w:val="00992B55"/>
    <w:rsid w:val="0099574D"/>
    <w:rsid w:val="009A04F3"/>
    <w:rsid w:val="009A04F8"/>
    <w:rsid w:val="009A1FE1"/>
    <w:rsid w:val="009A3140"/>
    <w:rsid w:val="009A3CE1"/>
    <w:rsid w:val="009A5B05"/>
    <w:rsid w:val="009A7227"/>
    <w:rsid w:val="009A756F"/>
    <w:rsid w:val="009B1D25"/>
    <w:rsid w:val="009B723A"/>
    <w:rsid w:val="009B759A"/>
    <w:rsid w:val="009C002D"/>
    <w:rsid w:val="009C069E"/>
    <w:rsid w:val="009C0FBA"/>
    <w:rsid w:val="009C143E"/>
    <w:rsid w:val="009C3ED7"/>
    <w:rsid w:val="009C5555"/>
    <w:rsid w:val="009C6F4C"/>
    <w:rsid w:val="009C7ABA"/>
    <w:rsid w:val="009D3EE1"/>
    <w:rsid w:val="009D4CD5"/>
    <w:rsid w:val="009D5300"/>
    <w:rsid w:val="009D5634"/>
    <w:rsid w:val="009D6F32"/>
    <w:rsid w:val="009D7914"/>
    <w:rsid w:val="009E2B41"/>
    <w:rsid w:val="009E3913"/>
    <w:rsid w:val="009E3A6A"/>
    <w:rsid w:val="009E649A"/>
    <w:rsid w:val="009F2185"/>
    <w:rsid w:val="009F25EE"/>
    <w:rsid w:val="009F2924"/>
    <w:rsid w:val="009F4FB1"/>
    <w:rsid w:val="009F5137"/>
    <w:rsid w:val="009F7705"/>
    <w:rsid w:val="009F7978"/>
    <w:rsid w:val="009F7D5C"/>
    <w:rsid w:val="00A02C6D"/>
    <w:rsid w:val="00A02E99"/>
    <w:rsid w:val="00A03C62"/>
    <w:rsid w:val="00A056E8"/>
    <w:rsid w:val="00A0697C"/>
    <w:rsid w:val="00A06AA9"/>
    <w:rsid w:val="00A10073"/>
    <w:rsid w:val="00A11882"/>
    <w:rsid w:val="00A11CC6"/>
    <w:rsid w:val="00A12492"/>
    <w:rsid w:val="00A13A8C"/>
    <w:rsid w:val="00A16C4D"/>
    <w:rsid w:val="00A17F6A"/>
    <w:rsid w:val="00A23F61"/>
    <w:rsid w:val="00A27D96"/>
    <w:rsid w:val="00A27DC0"/>
    <w:rsid w:val="00A3075F"/>
    <w:rsid w:val="00A30A55"/>
    <w:rsid w:val="00A340F5"/>
    <w:rsid w:val="00A36CA2"/>
    <w:rsid w:val="00A37552"/>
    <w:rsid w:val="00A37871"/>
    <w:rsid w:val="00A4186C"/>
    <w:rsid w:val="00A42721"/>
    <w:rsid w:val="00A427F4"/>
    <w:rsid w:val="00A42E38"/>
    <w:rsid w:val="00A448C8"/>
    <w:rsid w:val="00A4675B"/>
    <w:rsid w:val="00A47247"/>
    <w:rsid w:val="00A50429"/>
    <w:rsid w:val="00A51E7E"/>
    <w:rsid w:val="00A53FA6"/>
    <w:rsid w:val="00A554A3"/>
    <w:rsid w:val="00A55906"/>
    <w:rsid w:val="00A57BED"/>
    <w:rsid w:val="00A601FF"/>
    <w:rsid w:val="00A6659D"/>
    <w:rsid w:val="00A66DF8"/>
    <w:rsid w:val="00A701C5"/>
    <w:rsid w:val="00A70FAB"/>
    <w:rsid w:val="00A712D1"/>
    <w:rsid w:val="00A714E9"/>
    <w:rsid w:val="00A72DDB"/>
    <w:rsid w:val="00A73651"/>
    <w:rsid w:val="00A7433C"/>
    <w:rsid w:val="00A75208"/>
    <w:rsid w:val="00A75BC0"/>
    <w:rsid w:val="00A76792"/>
    <w:rsid w:val="00A77C28"/>
    <w:rsid w:val="00A84216"/>
    <w:rsid w:val="00A851DA"/>
    <w:rsid w:val="00A851F8"/>
    <w:rsid w:val="00A859FD"/>
    <w:rsid w:val="00A86D50"/>
    <w:rsid w:val="00A90136"/>
    <w:rsid w:val="00A939A6"/>
    <w:rsid w:val="00A93C00"/>
    <w:rsid w:val="00A94488"/>
    <w:rsid w:val="00A94731"/>
    <w:rsid w:val="00A97D69"/>
    <w:rsid w:val="00AA2986"/>
    <w:rsid w:val="00AA2D6C"/>
    <w:rsid w:val="00AA49A4"/>
    <w:rsid w:val="00AA4C90"/>
    <w:rsid w:val="00AA4EFB"/>
    <w:rsid w:val="00AA6524"/>
    <w:rsid w:val="00AA6FFF"/>
    <w:rsid w:val="00AB0F7B"/>
    <w:rsid w:val="00AB30B5"/>
    <w:rsid w:val="00AB3576"/>
    <w:rsid w:val="00AB3EE3"/>
    <w:rsid w:val="00AB4B79"/>
    <w:rsid w:val="00AB5711"/>
    <w:rsid w:val="00AB7EFE"/>
    <w:rsid w:val="00AC216B"/>
    <w:rsid w:val="00AC4314"/>
    <w:rsid w:val="00AC4BDD"/>
    <w:rsid w:val="00AC52ED"/>
    <w:rsid w:val="00AC5CF3"/>
    <w:rsid w:val="00AD151B"/>
    <w:rsid w:val="00AD3D64"/>
    <w:rsid w:val="00AD556F"/>
    <w:rsid w:val="00AD5B19"/>
    <w:rsid w:val="00AD5C29"/>
    <w:rsid w:val="00AD689E"/>
    <w:rsid w:val="00AE1F3B"/>
    <w:rsid w:val="00AE24D4"/>
    <w:rsid w:val="00AE260B"/>
    <w:rsid w:val="00AE4B10"/>
    <w:rsid w:val="00AE621C"/>
    <w:rsid w:val="00AF034C"/>
    <w:rsid w:val="00AF08FD"/>
    <w:rsid w:val="00AF14DC"/>
    <w:rsid w:val="00AF1B36"/>
    <w:rsid w:val="00AF226B"/>
    <w:rsid w:val="00AF2F83"/>
    <w:rsid w:val="00AF3672"/>
    <w:rsid w:val="00AF3B44"/>
    <w:rsid w:val="00AF5391"/>
    <w:rsid w:val="00AF6E59"/>
    <w:rsid w:val="00B011CC"/>
    <w:rsid w:val="00B10A49"/>
    <w:rsid w:val="00B10F34"/>
    <w:rsid w:val="00B12858"/>
    <w:rsid w:val="00B1697C"/>
    <w:rsid w:val="00B20419"/>
    <w:rsid w:val="00B217F9"/>
    <w:rsid w:val="00B21D3C"/>
    <w:rsid w:val="00B223B8"/>
    <w:rsid w:val="00B23423"/>
    <w:rsid w:val="00B307EF"/>
    <w:rsid w:val="00B370D2"/>
    <w:rsid w:val="00B41CB7"/>
    <w:rsid w:val="00B41F85"/>
    <w:rsid w:val="00B4206D"/>
    <w:rsid w:val="00B429A6"/>
    <w:rsid w:val="00B43921"/>
    <w:rsid w:val="00B44224"/>
    <w:rsid w:val="00B45112"/>
    <w:rsid w:val="00B46AC0"/>
    <w:rsid w:val="00B50481"/>
    <w:rsid w:val="00B5127F"/>
    <w:rsid w:val="00B522F7"/>
    <w:rsid w:val="00B53162"/>
    <w:rsid w:val="00B53402"/>
    <w:rsid w:val="00B546F2"/>
    <w:rsid w:val="00B55F5E"/>
    <w:rsid w:val="00B60257"/>
    <w:rsid w:val="00B61E5A"/>
    <w:rsid w:val="00B64288"/>
    <w:rsid w:val="00B675EF"/>
    <w:rsid w:val="00B67F6B"/>
    <w:rsid w:val="00B726F1"/>
    <w:rsid w:val="00B7338F"/>
    <w:rsid w:val="00B74F7D"/>
    <w:rsid w:val="00B75C59"/>
    <w:rsid w:val="00B760BA"/>
    <w:rsid w:val="00B8082B"/>
    <w:rsid w:val="00B81A5E"/>
    <w:rsid w:val="00B85AD4"/>
    <w:rsid w:val="00B9014A"/>
    <w:rsid w:val="00B906F7"/>
    <w:rsid w:val="00B92FAC"/>
    <w:rsid w:val="00B95E9B"/>
    <w:rsid w:val="00B96210"/>
    <w:rsid w:val="00BA0637"/>
    <w:rsid w:val="00BA08AE"/>
    <w:rsid w:val="00BA0F49"/>
    <w:rsid w:val="00BA3E71"/>
    <w:rsid w:val="00BA3F15"/>
    <w:rsid w:val="00BA63A8"/>
    <w:rsid w:val="00BB1838"/>
    <w:rsid w:val="00BB1A98"/>
    <w:rsid w:val="00BB4F95"/>
    <w:rsid w:val="00BC0B1B"/>
    <w:rsid w:val="00BC184F"/>
    <w:rsid w:val="00BC21D3"/>
    <w:rsid w:val="00BC24C0"/>
    <w:rsid w:val="00BC3B2C"/>
    <w:rsid w:val="00BC570A"/>
    <w:rsid w:val="00BC66DD"/>
    <w:rsid w:val="00BD262C"/>
    <w:rsid w:val="00BD419E"/>
    <w:rsid w:val="00BD4983"/>
    <w:rsid w:val="00BD4EB2"/>
    <w:rsid w:val="00BD5DC2"/>
    <w:rsid w:val="00BE0B1F"/>
    <w:rsid w:val="00BE0E93"/>
    <w:rsid w:val="00BE1757"/>
    <w:rsid w:val="00BE1BF7"/>
    <w:rsid w:val="00BE1F83"/>
    <w:rsid w:val="00BE38E8"/>
    <w:rsid w:val="00BE39C3"/>
    <w:rsid w:val="00BE4D69"/>
    <w:rsid w:val="00BE6F3C"/>
    <w:rsid w:val="00BE785E"/>
    <w:rsid w:val="00BE7B9C"/>
    <w:rsid w:val="00BF3099"/>
    <w:rsid w:val="00BF4EF9"/>
    <w:rsid w:val="00BF68B4"/>
    <w:rsid w:val="00BF6B8C"/>
    <w:rsid w:val="00BF7ACC"/>
    <w:rsid w:val="00C0427C"/>
    <w:rsid w:val="00C04C65"/>
    <w:rsid w:val="00C05967"/>
    <w:rsid w:val="00C078FE"/>
    <w:rsid w:val="00C10372"/>
    <w:rsid w:val="00C122F3"/>
    <w:rsid w:val="00C123F5"/>
    <w:rsid w:val="00C1418C"/>
    <w:rsid w:val="00C14AD0"/>
    <w:rsid w:val="00C16E52"/>
    <w:rsid w:val="00C17616"/>
    <w:rsid w:val="00C1787B"/>
    <w:rsid w:val="00C17C82"/>
    <w:rsid w:val="00C17CCC"/>
    <w:rsid w:val="00C20FCF"/>
    <w:rsid w:val="00C2249E"/>
    <w:rsid w:val="00C224CC"/>
    <w:rsid w:val="00C22D67"/>
    <w:rsid w:val="00C24B0A"/>
    <w:rsid w:val="00C26104"/>
    <w:rsid w:val="00C30E75"/>
    <w:rsid w:val="00C318C9"/>
    <w:rsid w:val="00C31E7E"/>
    <w:rsid w:val="00C32076"/>
    <w:rsid w:val="00C32F9D"/>
    <w:rsid w:val="00C400C9"/>
    <w:rsid w:val="00C423B0"/>
    <w:rsid w:val="00C42CA7"/>
    <w:rsid w:val="00C42D56"/>
    <w:rsid w:val="00C4351F"/>
    <w:rsid w:val="00C4734E"/>
    <w:rsid w:val="00C50E28"/>
    <w:rsid w:val="00C51094"/>
    <w:rsid w:val="00C608A8"/>
    <w:rsid w:val="00C61603"/>
    <w:rsid w:val="00C67ACA"/>
    <w:rsid w:val="00C67CE6"/>
    <w:rsid w:val="00C71750"/>
    <w:rsid w:val="00C721F5"/>
    <w:rsid w:val="00C74BB4"/>
    <w:rsid w:val="00C7501E"/>
    <w:rsid w:val="00C75201"/>
    <w:rsid w:val="00C757EC"/>
    <w:rsid w:val="00C759C5"/>
    <w:rsid w:val="00C75FD2"/>
    <w:rsid w:val="00C773AA"/>
    <w:rsid w:val="00C77720"/>
    <w:rsid w:val="00C8089E"/>
    <w:rsid w:val="00C825A7"/>
    <w:rsid w:val="00C85E70"/>
    <w:rsid w:val="00C866AC"/>
    <w:rsid w:val="00C87595"/>
    <w:rsid w:val="00C903D2"/>
    <w:rsid w:val="00C90BEA"/>
    <w:rsid w:val="00C91AF3"/>
    <w:rsid w:val="00C929AD"/>
    <w:rsid w:val="00C94CC1"/>
    <w:rsid w:val="00C94F66"/>
    <w:rsid w:val="00C95B6E"/>
    <w:rsid w:val="00C95BCB"/>
    <w:rsid w:val="00C97375"/>
    <w:rsid w:val="00C97BE8"/>
    <w:rsid w:val="00CA0F71"/>
    <w:rsid w:val="00CA120C"/>
    <w:rsid w:val="00CA1AB0"/>
    <w:rsid w:val="00CA22AD"/>
    <w:rsid w:val="00CA5E76"/>
    <w:rsid w:val="00CA7AA3"/>
    <w:rsid w:val="00CB0380"/>
    <w:rsid w:val="00CB0AFE"/>
    <w:rsid w:val="00CB2A16"/>
    <w:rsid w:val="00CB57A7"/>
    <w:rsid w:val="00CB5CAB"/>
    <w:rsid w:val="00CB64CA"/>
    <w:rsid w:val="00CB6EE9"/>
    <w:rsid w:val="00CB7BFF"/>
    <w:rsid w:val="00CC1B71"/>
    <w:rsid w:val="00CC2A3B"/>
    <w:rsid w:val="00CC304C"/>
    <w:rsid w:val="00CC3B59"/>
    <w:rsid w:val="00CC5BA2"/>
    <w:rsid w:val="00CC6E66"/>
    <w:rsid w:val="00CD4F68"/>
    <w:rsid w:val="00CD6E4B"/>
    <w:rsid w:val="00CD7980"/>
    <w:rsid w:val="00CE09B3"/>
    <w:rsid w:val="00CE1275"/>
    <w:rsid w:val="00CE137C"/>
    <w:rsid w:val="00CE3133"/>
    <w:rsid w:val="00CE3E43"/>
    <w:rsid w:val="00CE662B"/>
    <w:rsid w:val="00CE710F"/>
    <w:rsid w:val="00CE7905"/>
    <w:rsid w:val="00CF0972"/>
    <w:rsid w:val="00CF4645"/>
    <w:rsid w:val="00CF6535"/>
    <w:rsid w:val="00CF718B"/>
    <w:rsid w:val="00CF756F"/>
    <w:rsid w:val="00CF76B2"/>
    <w:rsid w:val="00D00515"/>
    <w:rsid w:val="00D014ED"/>
    <w:rsid w:val="00D01761"/>
    <w:rsid w:val="00D02A13"/>
    <w:rsid w:val="00D03DF2"/>
    <w:rsid w:val="00D03F4A"/>
    <w:rsid w:val="00D05084"/>
    <w:rsid w:val="00D05C95"/>
    <w:rsid w:val="00D05DE3"/>
    <w:rsid w:val="00D0671F"/>
    <w:rsid w:val="00D06E1E"/>
    <w:rsid w:val="00D07E70"/>
    <w:rsid w:val="00D11B62"/>
    <w:rsid w:val="00D138CB"/>
    <w:rsid w:val="00D1624B"/>
    <w:rsid w:val="00D16C47"/>
    <w:rsid w:val="00D20043"/>
    <w:rsid w:val="00D2239C"/>
    <w:rsid w:val="00D22FB5"/>
    <w:rsid w:val="00D24DDA"/>
    <w:rsid w:val="00D27BBF"/>
    <w:rsid w:val="00D27BCE"/>
    <w:rsid w:val="00D27F12"/>
    <w:rsid w:val="00D30834"/>
    <w:rsid w:val="00D31104"/>
    <w:rsid w:val="00D3272E"/>
    <w:rsid w:val="00D35261"/>
    <w:rsid w:val="00D36101"/>
    <w:rsid w:val="00D37530"/>
    <w:rsid w:val="00D44E82"/>
    <w:rsid w:val="00D45E3D"/>
    <w:rsid w:val="00D45EA5"/>
    <w:rsid w:val="00D50F78"/>
    <w:rsid w:val="00D512ED"/>
    <w:rsid w:val="00D65353"/>
    <w:rsid w:val="00D678A8"/>
    <w:rsid w:val="00D715BF"/>
    <w:rsid w:val="00D717AD"/>
    <w:rsid w:val="00D72B89"/>
    <w:rsid w:val="00D73AA7"/>
    <w:rsid w:val="00D772F7"/>
    <w:rsid w:val="00D8189F"/>
    <w:rsid w:val="00D86858"/>
    <w:rsid w:val="00D86A03"/>
    <w:rsid w:val="00D86E25"/>
    <w:rsid w:val="00D87D4F"/>
    <w:rsid w:val="00D90F61"/>
    <w:rsid w:val="00D9490B"/>
    <w:rsid w:val="00D94ED2"/>
    <w:rsid w:val="00DA76C6"/>
    <w:rsid w:val="00DA7B71"/>
    <w:rsid w:val="00DB0E39"/>
    <w:rsid w:val="00DB2C8E"/>
    <w:rsid w:val="00DB2FBF"/>
    <w:rsid w:val="00DB35B1"/>
    <w:rsid w:val="00DB3D29"/>
    <w:rsid w:val="00DB479D"/>
    <w:rsid w:val="00DB541F"/>
    <w:rsid w:val="00DB6742"/>
    <w:rsid w:val="00DB6AD6"/>
    <w:rsid w:val="00DB6E27"/>
    <w:rsid w:val="00DC0BC0"/>
    <w:rsid w:val="00DC0C12"/>
    <w:rsid w:val="00DC0E84"/>
    <w:rsid w:val="00DC1833"/>
    <w:rsid w:val="00DC1B59"/>
    <w:rsid w:val="00DC1F22"/>
    <w:rsid w:val="00DC2488"/>
    <w:rsid w:val="00DC5427"/>
    <w:rsid w:val="00DC58EE"/>
    <w:rsid w:val="00DD1904"/>
    <w:rsid w:val="00DD2581"/>
    <w:rsid w:val="00DD4462"/>
    <w:rsid w:val="00DD4E7E"/>
    <w:rsid w:val="00DD534B"/>
    <w:rsid w:val="00DD65DC"/>
    <w:rsid w:val="00DD6A9F"/>
    <w:rsid w:val="00DE02E1"/>
    <w:rsid w:val="00DE0303"/>
    <w:rsid w:val="00DE3159"/>
    <w:rsid w:val="00DE5103"/>
    <w:rsid w:val="00DE61B0"/>
    <w:rsid w:val="00DF0501"/>
    <w:rsid w:val="00DF326E"/>
    <w:rsid w:val="00DF3681"/>
    <w:rsid w:val="00DF4E26"/>
    <w:rsid w:val="00DF580C"/>
    <w:rsid w:val="00DF5CC2"/>
    <w:rsid w:val="00E0159C"/>
    <w:rsid w:val="00E02379"/>
    <w:rsid w:val="00E02B93"/>
    <w:rsid w:val="00E10092"/>
    <w:rsid w:val="00E104F0"/>
    <w:rsid w:val="00E10FD1"/>
    <w:rsid w:val="00E1143E"/>
    <w:rsid w:val="00E14D9D"/>
    <w:rsid w:val="00E15B87"/>
    <w:rsid w:val="00E16220"/>
    <w:rsid w:val="00E16931"/>
    <w:rsid w:val="00E17BA9"/>
    <w:rsid w:val="00E203C0"/>
    <w:rsid w:val="00E21A57"/>
    <w:rsid w:val="00E21D51"/>
    <w:rsid w:val="00E223A8"/>
    <w:rsid w:val="00E2548E"/>
    <w:rsid w:val="00E26CEC"/>
    <w:rsid w:val="00E26D39"/>
    <w:rsid w:val="00E3124E"/>
    <w:rsid w:val="00E33C89"/>
    <w:rsid w:val="00E33F87"/>
    <w:rsid w:val="00E3407A"/>
    <w:rsid w:val="00E34C5B"/>
    <w:rsid w:val="00E35DED"/>
    <w:rsid w:val="00E376DA"/>
    <w:rsid w:val="00E43EAA"/>
    <w:rsid w:val="00E44466"/>
    <w:rsid w:val="00E44AD8"/>
    <w:rsid w:val="00E461F3"/>
    <w:rsid w:val="00E5074A"/>
    <w:rsid w:val="00E51B53"/>
    <w:rsid w:val="00E52B5A"/>
    <w:rsid w:val="00E54039"/>
    <w:rsid w:val="00E566F1"/>
    <w:rsid w:val="00E572B0"/>
    <w:rsid w:val="00E61454"/>
    <w:rsid w:val="00E6448E"/>
    <w:rsid w:val="00E65B83"/>
    <w:rsid w:val="00E66C3C"/>
    <w:rsid w:val="00E67733"/>
    <w:rsid w:val="00E71C0F"/>
    <w:rsid w:val="00E720B1"/>
    <w:rsid w:val="00E72B8C"/>
    <w:rsid w:val="00E7417E"/>
    <w:rsid w:val="00E80263"/>
    <w:rsid w:val="00E80BBC"/>
    <w:rsid w:val="00E81773"/>
    <w:rsid w:val="00E833D9"/>
    <w:rsid w:val="00E83452"/>
    <w:rsid w:val="00E85D07"/>
    <w:rsid w:val="00E86141"/>
    <w:rsid w:val="00E86227"/>
    <w:rsid w:val="00E87BBD"/>
    <w:rsid w:val="00E90012"/>
    <w:rsid w:val="00E91BF3"/>
    <w:rsid w:val="00E92764"/>
    <w:rsid w:val="00E92960"/>
    <w:rsid w:val="00E930D7"/>
    <w:rsid w:val="00E9460E"/>
    <w:rsid w:val="00E959F0"/>
    <w:rsid w:val="00E96030"/>
    <w:rsid w:val="00E970E2"/>
    <w:rsid w:val="00E97B8E"/>
    <w:rsid w:val="00EA0927"/>
    <w:rsid w:val="00EA0BDB"/>
    <w:rsid w:val="00EA0FF6"/>
    <w:rsid w:val="00EA42B2"/>
    <w:rsid w:val="00EA555D"/>
    <w:rsid w:val="00EA5802"/>
    <w:rsid w:val="00EA69F6"/>
    <w:rsid w:val="00EA6A6D"/>
    <w:rsid w:val="00EA7942"/>
    <w:rsid w:val="00EB3DF2"/>
    <w:rsid w:val="00EB443B"/>
    <w:rsid w:val="00EB4466"/>
    <w:rsid w:val="00EB5477"/>
    <w:rsid w:val="00EB554B"/>
    <w:rsid w:val="00EB6F02"/>
    <w:rsid w:val="00EB7864"/>
    <w:rsid w:val="00EC2022"/>
    <w:rsid w:val="00EC47BB"/>
    <w:rsid w:val="00EC5EE1"/>
    <w:rsid w:val="00EC6A9F"/>
    <w:rsid w:val="00EC6D20"/>
    <w:rsid w:val="00EC7A7C"/>
    <w:rsid w:val="00ED0E11"/>
    <w:rsid w:val="00ED140A"/>
    <w:rsid w:val="00ED31FE"/>
    <w:rsid w:val="00ED4F92"/>
    <w:rsid w:val="00ED590F"/>
    <w:rsid w:val="00ED5976"/>
    <w:rsid w:val="00ED7895"/>
    <w:rsid w:val="00ED7AF2"/>
    <w:rsid w:val="00EE097E"/>
    <w:rsid w:val="00EE12F1"/>
    <w:rsid w:val="00EE44FE"/>
    <w:rsid w:val="00EE6D8C"/>
    <w:rsid w:val="00EF1354"/>
    <w:rsid w:val="00EF2B96"/>
    <w:rsid w:val="00EF32EC"/>
    <w:rsid w:val="00EF4F4A"/>
    <w:rsid w:val="00EF4FE4"/>
    <w:rsid w:val="00EF59C2"/>
    <w:rsid w:val="00F0084D"/>
    <w:rsid w:val="00F00CFB"/>
    <w:rsid w:val="00F031F0"/>
    <w:rsid w:val="00F0325E"/>
    <w:rsid w:val="00F0427C"/>
    <w:rsid w:val="00F04C6E"/>
    <w:rsid w:val="00F06471"/>
    <w:rsid w:val="00F06FDD"/>
    <w:rsid w:val="00F1326B"/>
    <w:rsid w:val="00F14733"/>
    <w:rsid w:val="00F160D4"/>
    <w:rsid w:val="00F16A3C"/>
    <w:rsid w:val="00F175BF"/>
    <w:rsid w:val="00F177ED"/>
    <w:rsid w:val="00F2100D"/>
    <w:rsid w:val="00F22699"/>
    <w:rsid w:val="00F244C6"/>
    <w:rsid w:val="00F251B6"/>
    <w:rsid w:val="00F25337"/>
    <w:rsid w:val="00F26DB8"/>
    <w:rsid w:val="00F26F9B"/>
    <w:rsid w:val="00F31205"/>
    <w:rsid w:val="00F3155A"/>
    <w:rsid w:val="00F327CF"/>
    <w:rsid w:val="00F34007"/>
    <w:rsid w:val="00F35739"/>
    <w:rsid w:val="00F366E2"/>
    <w:rsid w:val="00F37037"/>
    <w:rsid w:val="00F37C4C"/>
    <w:rsid w:val="00F404FA"/>
    <w:rsid w:val="00F43410"/>
    <w:rsid w:val="00F44D7E"/>
    <w:rsid w:val="00F45BD5"/>
    <w:rsid w:val="00F47CB0"/>
    <w:rsid w:val="00F47EFC"/>
    <w:rsid w:val="00F53ACC"/>
    <w:rsid w:val="00F545AE"/>
    <w:rsid w:val="00F54DCE"/>
    <w:rsid w:val="00F54F86"/>
    <w:rsid w:val="00F5557A"/>
    <w:rsid w:val="00F56828"/>
    <w:rsid w:val="00F56F32"/>
    <w:rsid w:val="00F570EB"/>
    <w:rsid w:val="00F601C1"/>
    <w:rsid w:val="00F608AF"/>
    <w:rsid w:val="00F60BCE"/>
    <w:rsid w:val="00F61144"/>
    <w:rsid w:val="00F642BC"/>
    <w:rsid w:val="00F66243"/>
    <w:rsid w:val="00F7059C"/>
    <w:rsid w:val="00F725E8"/>
    <w:rsid w:val="00F733CF"/>
    <w:rsid w:val="00F75983"/>
    <w:rsid w:val="00F768D6"/>
    <w:rsid w:val="00F770B2"/>
    <w:rsid w:val="00F7772D"/>
    <w:rsid w:val="00F80D25"/>
    <w:rsid w:val="00F8116A"/>
    <w:rsid w:val="00F81BD3"/>
    <w:rsid w:val="00F81CB5"/>
    <w:rsid w:val="00F81D9D"/>
    <w:rsid w:val="00F824AF"/>
    <w:rsid w:val="00F85F1F"/>
    <w:rsid w:val="00F9013F"/>
    <w:rsid w:val="00F90A53"/>
    <w:rsid w:val="00F9286C"/>
    <w:rsid w:val="00F93659"/>
    <w:rsid w:val="00F94545"/>
    <w:rsid w:val="00F97DDF"/>
    <w:rsid w:val="00FA06D2"/>
    <w:rsid w:val="00FA06F1"/>
    <w:rsid w:val="00FA1996"/>
    <w:rsid w:val="00FA31B9"/>
    <w:rsid w:val="00FA40EF"/>
    <w:rsid w:val="00FA584E"/>
    <w:rsid w:val="00FB0581"/>
    <w:rsid w:val="00FB0CBB"/>
    <w:rsid w:val="00FB1EC7"/>
    <w:rsid w:val="00FB3348"/>
    <w:rsid w:val="00FB4FAD"/>
    <w:rsid w:val="00FB7A2D"/>
    <w:rsid w:val="00FC0917"/>
    <w:rsid w:val="00FC0BD7"/>
    <w:rsid w:val="00FC0D80"/>
    <w:rsid w:val="00FC1A1E"/>
    <w:rsid w:val="00FC1CDF"/>
    <w:rsid w:val="00FC2233"/>
    <w:rsid w:val="00FC2981"/>
    <w:rsid w:val="00FC350E"/>
    <w:rsid w:val="00FC379B"/>
    <w:rsid w:val="00FC3BC6"/>
    <w:rsid w:val="00FC421B"/>
    <w:rsid w:val="00FD137C"/>
    <w:rsid w:val="00FD1C85"/>
    <w:rsid w:val="00FD1FDF"/>
    <w:rsid w:val="00FD2673"/>
    <w:rsid w:val="00FD3BBB"/>
    <w:rsid w:val="00FD555B"/>
    <w:rsid w:val="00FE0C23"/>
    <w:rsid w:val="00FE27A0"/>
    <w:rsid w:val="00FE2F31"/>
    <w:rsid w:val="00FE32F0"/>
    <w:rsid w:val="00FE514A"/>
    <w:rsid w:val="00FE5367"/>
    <w:rsid w:val="00FE6E37"/>
    <w:rsid w:val="00FE7225"/>
    <w:rsid w:val="00FE76B5"/>
    <w:rsid w:val="00FF2B71"/>
    <w:rsid w:val="00FF5525"/>
    <w:rsid w:val="00FF6608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oNotEmbedSmartTags/>
  <w:decimalSymbol w:val=","/>
  <w:listSeparator w:val=";"/>
  <w15:docId w15:val="{DAE34CEC-79C3-48E7-9AEE-5DD15E7B7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633E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225FF"/>
    <w:pPr>
      <w:keepNext/>
      <w:spacing w:line="480" w:lineRule="auto"/>
      <w:jc w:val="both"/>
      <w:outlineLvl w:val="1"/>
    </w:pPr>
    <w:rPr>
      <w:b/>
      <w:bCs/>
      <w:sz w:val="22"/>
      <w:szCs w:val="22"/>
    </w:rPr>
  </w:style>
  <w:style w:type="paragraph" w:styleId="Titolo4">
    <w:name w:val="heading 4"/>
    <w:basedOn w:val="Normale"/>
    <w:next w:val="Normale"/>
    <w:link w:val="Titolo4Carattere"/>
    <w:qFormat/>
    <w:rsid w:val="002225FF"/>
    <w:pPr>
      <w:keepNext/>
      <w:jc w:val="both"/>
      <w:outlineLvl w:val="3"/>
    </w:pPr>
    <w:rPr>
      <w:b/>
      <w:bCs/>
      <w:sz w:val="22"/>
      <w:szCs w:val="22"/>
      <w:u w:val="single"/>
    </w:rPr>
  </w:style>
  <w:style w:type="paragraph" w:styleId="Titolo5">
    <w:name w:val="heading 5"/>
    <w:basedOn w:val="Normale"/>
    <w:next w:val="Normale"/>
    <w:link w:val="Titolo5Carattere"/>
    <w:qFormat/>
    <w:rsid w:val="002225FF"/>
    <w:pPr>
      <w:keepNext/>
      <w:ind w:left="7090" w:hanging="2695"/>
      <w:jc w:val="center"/>
      <w:outlineLvl w:val="4"/>
    </w:pPr>
    <w:rPr>
      <w:b/>
      <w:bCs/>
      <w:sz w:val="22"/>
      <w:szCs w:val="22"/>
    </w:rPr>
  </w:style>
  <w:style w:type="paragraph" w:styleId="Titolo6">
    <w:name w:val="heading 6"/>
    <w:basedOn w:val="Normale"/>
    <w:next w:val="Normale"/>
    <w:qFormat/>
    <w:rsid w:val="00633E5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07598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E8026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8026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3784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54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33C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A7433C"/>
    <w:pPr>
      <w:spacing w:line="243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A7433C"/>
    <w:pPr>
      <w:spacing w:after="245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A7433C"/>
    <w:pPr>
      <w:spacing w:line="243" w:lineRule="atLeast"/>
    </w:pPr>
    <w:rPr>
      <w:rFonts w:cs="Times New Roman"/>
      <w:color w:val="auto"/>
    </w:rPr>
  </w:style>
  <w:style w:type="character" w:styleId="Numeropagina">
    <w:name w:val="page number"/>
    <w:basedOn w:val="Carpredefinitoparagrafo"/>
    <w:rsid w:val="00A7433C"/>
  </w:style>
  <w:style w:type="paragraph" w:styleId="Testonotaapidipagina">
    <w:name w:val="footnote text"/>
    <w:basedOn w:val="Normale"/>
    <w:semiHidden/>
    <w:rsid w:val="00485A1E"/>
    <w:rPr>
      <w:sz w:val="20"/>
      <w:szCs w:val="20"/>
    </w:rPr>
  </w:style>
  <w:style w:type="character" w:styleId="Rimandonotaapidipagina">
    <w:name w:val="footnote reference"/>
    <w:semiHidden/>
    <w:rsid w:val="00485A1E"/>
    <w:rPr>
      <w:vertAlign w:val="superscript"/>
    </w:rPr>
  </w:style>
  <w:style w:type="character" w:customStyle="1" w:styleId="Titolo2Carattere">
    <w:name w:val="Titolo 2 Carattere"/>
    <w:link w:val="Titolo2"/>
    <w:locked/>
    <w:rsid w:val="002225FF"/>
    <w:rPr>
      <w:b/>
      <w:bCs/>
      <w:sz w:val="22"/>
      <w:szCs w:val="22"/>
      <w:lang w:val="it-IT" w:eastAsia="it-IT" w:bidi="ar-SA"/>
    </w:rPr>
  </w:style>
  <w:style w:type="character" w:customStyle="1" w:styleId="Titolo4Carattere">
    <w:name w:val="Titolo 4 Carattere"/>
    <w:link w:val="Titolo4"/>
    <w:locked/>
    <w:rsid w:val="002225FF"/>
    <w:rPr>
      <w:b/>
      <w:bCs/>
      <w:sz w:val="22"/>
      <w:szCs w:val="22"/>
      <w:u w:val="single"/>
      <w:lang w:val="it-IT" w:eastAsia="it-IT" w:bidi="ar-SA"/>
    </w:rPr>
  </w:style>
  <w:style w:type="character" w:customStyle="1" w:styleId="Titolo5Carattere">
    <w:name w:val="Titolo 5 Carattere"/>
    <w:link w:val="Titolo5"/>
    <w:locked/>
    <w:rsid w:val="002225FF"/>
    <w:rPr>
      <w:b/>
      <w:bCs/>
      <w:sz w:val="22"/>
      <w:szCs w:val="22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semiHidden/>
    <w:rsid w:val="002225FF"/>
    <w:pPr>
      <w:widowControl w:val="0"/>
      <w:jc w:val="both"/>
    </w:pPr>
    <w:rPr>
      <w:rFonts w:ascii="Arial" w:hAnsi="Arial" w:cs="Arial"/>
      <w:sz w:val="22"/>
      <w:szCs w:val="22"/>
    </w:rPr>
  </w:style>
  <w:style w:type="character" w:customStyle="1" w:styleId="RientrocorpodeltestoCarattere">
    <w:name w:val="Rientro corpo del testo Carattere"/>
    <w:link w:val="Rientrocorpodeltesto"/>
    <w:semiHidden/>
    <w:locked/>
    <w:rsid w:val="002225FF"/>
    <w:rPr>
      <w:rFonts w:ascii="Arial" w:hAnsi="Arial" w:cs="Arial"/>
      <w:sz w:val="22"/>
      <w:szCs w:val="22"/>
      <w:lang w:val="it-IT" w:eastAsia="it-IT" w:bidi="ar-SA"/>
    </w:rPr>
  </w:style>
  <w:style w:type="paragraph" w:styleId="Corpotesto">
    <w:name w:val="Body Text"/>
    <w:basedOn w:val="Normale"/>
    <w:link w:val="CorpotestoCarattere"/>
    <w:semiHidden/>
    <w:rsid w:val="002225FF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"/>
    <w:semiHidden/>
    <w:locked/>
    <w:rsid w:val="002225FF"/>
    <w:rPr>
      <w:rFonts w:ascii="Arial" w:hAnsi="Arial" w:cs="Arial"/>
      <w:lang w:val="it-IT" w:eastAsia="it-IT" w:bidi="ar-SA"/>
    </w:rPr>
  </w:style>
  <w:style w:type="paragraph" w:styleId="Corpodeltesto2">
    <w:name w:val="Body Text 2"/>
    <w:basedOn w:val="Normale"/>
    <w:link w:val="Corpodeltesto2Carattere"/>
    <w:semiHidden/>
    <w:rsid w:val="002225F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semiHidden/>
    <w:locked/>
    <w:rsid w:val="002225FF"/>
    <w:rPr>
      <w:sz w:val="24"/>
      <w:szCs w:val="24"/>
      <w:lang w:val="it-IT" w:eastAsia="it-IT" w:bidi="ar-SA"/>
    </w:rPr>
  </w:style>
  <w:style w:type="paragraph" w:styleId="Corpodeltesto3">
    <w:name w:val="Body Text 3"/>
    <w:basedOn w:val="Normale"/>
    <w:rsid w:val="00D1624B"/>
    <w:pPr>
      <w:spacing w:after="120"/>
    </w:pPr>
    <w:rPr>
      <w:sz w:val="16"/>
      <w:szCs w:val="16"/>
    </w:rPr>
  </w:style>
  <w:style w:type="paragraph" w:customStyle="1" w:styleId="firma">
    <w:name w:val="firma"/>
    <w:basedOn w:val="Normale"/>
    <w:rsid w:val="00633E5E"/>
    <w:pPr>
      <w:ind w:left="4536"/>
      <w:jc w:val="center"/>
    </w:pPr>
    <w:rPr>
      <w:szCs w:val="20"/>
    </w:rPr>
  </w:style>
  <w:style w:type="paragraph" w:customStyle="1" w:styleId="titolo20">
    <w:name w:val="titolo 2"/>
    <w:basedOn w:val="Normale"/>
    <w:link w:val="titolo2Carattere0"/>
    <w:rsid w:val="002500A8"/>
    <w:pPr>
      <w:autoSpaceDE w:val="0"/>
      <w:autoSpaceDN w:val="0"/>
      <w:adjustRightInd w:val="0"/>
      <w:ind w:left="1247" w:hanging="1247"/>
      <w:jc w:val="both"/>
    </w:pPr>
    <w:rPr>
      <w:rFonts w:ascii="Trebuchet MS" w:hAnsi="Trebuchet MS" w:cs="Garamond,Bold"/>
      <w:b/>
      <w:bCs/>
      <w:sz w:val="28"/>
    </w:rPr>
  </w:style>
  <w:style w:type="character" w:customStyle="1" w:styleId="titolo2Carattere0">
    <w:name w:val="titolo 2 Carattere"/>
    <w:link w:val="titolo20"/>
    <w:rsid w:val="002500A8"/>
    <w:rPr>
      <w:rFonts w:ascii="Trebuchet MS" w:hAnsi="Trebuchet MS" w:cs="Garamond,Bold"/>
      <w:b/>
      <w:bCs/>
      <w:sz w:val="28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rsid w:val="00FC0917"/>
    <w:rPr>
      <w:sz w:val="24"/>
      <w:szCs w:val="24"/>
    </w:rPr>
  </w:style>
  <w:style w:type="paragraph" w:customStyle="1" w:styleId="Aeeaoaeaa1">
    <w:name w:val="A?eeaoae?aa 1"/>
    <w:basedOn w:val="Normale"/>
    <w:next w:val="Normale"/>
    <w:rsid w:val="00896ED5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Titolo">
    <w:name w:val="Title"/>
    <w:basedOn w:val="Normale"/>
    <w:next w:val="Normale"/>
    <w:link w:val="TitoloCarattere"/>
    <w:qFormat/>
    <w:rsid w:val="00896ED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896ED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1102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93215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78330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11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7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7240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80573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2539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7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558345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8142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337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46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570257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0842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11157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85674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92842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4307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23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46531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21157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27421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5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08210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3687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85346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789568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48203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36877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8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9858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615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530548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57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50951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37188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73326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rvaggip\Dati%20applicazioni\Microsoft\Modelli\carta%20intestata%20ufficio%20-%20decre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4FC0E-173A-49BB-A32F-0DE4BD601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- decreto</Template>
  <TotalTime>1</TotalTime>
  <Pages>1</Pages>
  <Words>198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unimi</Company>
  <LinksUpToDate>false</LinksUpToDate>
  <CharactersWithSpaces>1490</CharactersWithSpaces>
  <SharedDoc>false</SharedDoc>
  <HLinks>
    <vt:vector size="36" baseType="variant">
      <vt:variant>
        <vt:i4>8061000</vt:i4>
      </vt:variant>
      <vt:variant>
        <vt:i4>15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4390968</vt:i4>
      </vt:variant>
      <vt:variant>
        <vt:i4>12</vt:i4>
      </vt:variant>
      <vt:variant>
        <vt:i4>0</vt:i4>
      </vt:variant>
      <vt:variant>
        <vt:i4>5</vt:i4>
      </vt:variant>
      <vt:variant>
        <vt:lpwstr>mailto:ferdinando.lacanna@unimi.it</vt:lpwstr>
      </vt:variant>
      <vt:variant>
        <vt:lpwstr/>
      </vt:variant>
      <vt:variant>
        <vt:i4>6226008</vt:i4>
      </vt:variant>
      <vt:variant>
        <vt:i4>9</vt:i4>
      </vt:variant>
      <vt:variant>
        <vt:i4>0</vt:i4>
      </vt:variant>
      <vt:variant>
        <vt:i4>5</vt:i4>
      </vt:variant>
      <vt:variant>
        <vt:lpwstr>http://www.unimi.it/ateneo/valcomp/95803.htm</vt:lpwstr>
      </vt:variant>
      <vt:variant>
        <vt:lpwstr/>
      </vt:variant>
      <vt:variant>
        <vt:i4>8061000</vt:i4>
      </vt:variant>
      <vt:variant>
        <vt:i4>6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6226008</vt:i4>
      </vt:variant>
      <vt:variant>
        <vt:i4>3</vt:i4>
      </vt:variant>
      <vt:variant>
        <vt:i4>0</vt:i4>
      </vt:variant>
      <vt:variant>
        <vt:i4>5</vt:i4>
      </vt:variant>
      <vt:variant>
        <vt:lpwstr>http://www.unimi.it/ateneo/valcomp/95803.htm</vt:lpwstr>
      </vt:variant>
      <vt:variant>
        <vt:lpwstr/>
      </vt:variant>
      <vt:variant>
        <vt:i4>7798908</vt:i4>
      </vt:variant>
      <vt:variant>
        <vt:i4>0</vt:i4>
      </vt:variant>
      <vt:variant>
        <vt:i4>0</vt:i4>
      </vt:variant>
      <vt:variant>
        <vt:i4>5</vt:i4>
      </vt:variant>
      <vt:variant>
        <vt:lpwstr>http://www.unimi.it/valcomp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starvaggip</dc:creator>
  <cp:lastModifiedBy>Account Microsoft</cp:lastModifiedBy>
  <cp:revision>4</cp:revision>
  <cp:lastPrinted>2020-03-06T17:36:00Z</cp:lastPrinted>
  <dcterms:created xsi:type="dcterms:W3CDTF">2020-03-31T09:32:00Z</dcterms:created>
  <dcterms:modified xsi:type="dcterms:W3CDTF">2020-03-31T09:33:00Z</dcterms:modified>
</cp:coreProperties>
</file>